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46341"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6749C3A1" wp14:editId="13E2EF87">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0A905D9A" w14:textId="77777777" w:rsidR="003C14B3" w:rsidRDefault="003C14B3" w:rsidP="00463CA1">
      <w:pPr>
        <w:pStyle w:val="Title"/>
        <w:spacing w:line="240" w:lineRule="auto"/>
        <w:jc w:val="both"/>
        <w:rPr>
          <w:rFonts w:cs="Arial"/>
          <w:sz w:val="24"/>
          <w:szCs w:val="24"/>
        </w:rPr>
      </w:pPr>
    </w:p>
    <w:p w14:paraId="5F639E22" w14:textId="77777777" w:rsidR="003C14B3" w:rsidRDefault="003C14B3" w:rsidP="00463CA1">
      <w:pPr>
        <w:pStyle w:val="Title"/>
        <w:spacing w:line="240" w:lineRule="auto"/>
        <w:jc w:val="both"/>
        <w:rPr>
          <w:rFonts w:cs="Arial"/>
          <w:sz w:val="24"/>
          <w:szCs w:val="24"/>
        </w:rPr>
      </w:pPr>
    </w:p>
    <w:p w14:paraId="0BB6593E" w14:textId="77777777" w:rsidR="003C14B3" w:rsidRDefault="003C14B3" w:rsidP="00463CA1">
      <w:pPr>
        <w:pStyle w:val="Title"/>
        <w:spacing w:line="240" w:lineRule="auto"/>
        <w:jc w:val="both"/>
        <w:rPr>
          <w:rFonts w:cs="Arial"/>
          <w:sz w:val="24"/>
          <w:szCs w:val="24"/>
        </w:rPr>
      </w:pPr>
    </w:p>
    <w:p w14:paraId="6D8A5FA9" w14:textId="77777777" w:rsidR="00466F0E" w:rsidRDefault="00466F0E" w:rsidP="00991D43">
      <w:pPr>
        <w:spacing w:after="0" w:line="240" w:lineRule="auto"/>
        <w:jc w:val="right"/>
        <w:rPr>
          <w:rFonts w:ascii="Arial" w:hAnsi="Arial"/>
          <w:b/>
          <w:sz w:val="24"/>
          <w:szCs w:val="24"/>
        </w:rPr>
      </w:pPr>
    </w:p>
    <w:p w14:paraId="7084C2D0" w14:textId="77777777" w:rsidR="00FA687E" w:rsidRDefault="00FA687E" w:rsidP="00991D43">
      <w:pPr>
        <w:spacing w:after="0" w:line="240" w:lineRule="auto"/>
        <w:jc w:val="right"/>
        <w:rPr>
          <w:rFonts w:ascii="Arial" w:hAnsi="Arial"/>
          <w:b/>
          <w:sz w:val="24"/>
          <w:szCs w:val="24"/>
        </w:rPr>
      </w:pPr>
    </w:p>
    <w:p w14:paraId="30329F79" w14:textId="77777777" w:rsidR="00466F0E" w:rsidRDefault="00466F0E" w:rsidP="00991D43">
      <w:pPr>
        <w:spacing w:after="0" w:line="240" w:lineRule="auto"/>
        <w:jc w:val="right"/>
        <w:rPr>
          <w:rFonts w:ascii="Arial" w:hAnsi="Arial"/>
          <w:b/>
          <w:sz w:val="24"/>
          <w:szCs w:val="24"/>
        </w:rPr>
      </w:pPr>
    </w:p>
    <w:p w14:paraId="211CACD1"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641E88D1"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0273B14A" w14:textId="77777777" w:rsidR="009D6106" w:rsidRDefault="009D6106" w:rsidP="00112196">
      <w:pPr>
        <w:pStyle w:val="Title"/>
        <w:jc w:val="right"/>
        <w:rPr>
          <w:sz w:val="40"/>
          <w:szCs w:val="40"/>
        </w:rPr>
      </w:pPr>
    </w:p>
    <w:p w14:paraId="2B6524EC" w14:textId="77777777" w:rsidR="009D6106" w:rsidRDefault="00C40E5A" w:rsidP="00112196">
      <w:pPr>
        <w:pStyle w:val="Title"/>
        <w:jc w:val="right"/>
        <w:rPr>
          <w:sz w:val="40"/>
          <w:szCs w:val="40"/>
        </w:rPr>
      </w:pPr>
      <w:r>
        <w:rPr>
          <w:sz w:val="40"/>
          <w:szCs w:val="40"/>
        </w:rPr>
        <w:t xml:space="preserve">Annual Reporting Guidance Note and </w:t>
      </w:r>
    </w:p>
    <w:p w14:paraId="62463EB0"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3BDFC552" w14:textId="77777777" w:rsidR="00F02F7A" w:rsidRPr="00112196" w:rsidRDefault="00F02F7A" w:rsidP="00112196">
      <w:pPr>
        <w:pStyle w:val="Title"/>
        <w:jc w:val="right"/>
        <w:rPr>
          <w:sz w:val="40"/>
          <w:szCs w:val="40"/>
        </w:rPr>
      </w:pPr>
    </w:p>
    <w:p w14:paraId="12A1BD66" w14:textId="77777777" w:rsidR="00466F0E" w:rsidRDefault="00466F0E" w:rsidP="00991D43">
      <w:pPr>
        <w:spacing w:after="0" w:line="240" w:lineRule="auto"/>
        <w:jc w:val="right"/>
        <w:rPr>
          <w:rFonts w:ascii="Arial" w:hAnsi="Arial"/>
          <w:b/>
          <w:sz w:val="24"/>
          <w:szCs w:val="24"/>
        </w:rPr>
      </w:pPr>
    </w:p>
    <w:p w14:paraId="61EBA707" w14:textId="77777777" w:rsidR="00466F0E" w:rsidRPr="003C14B3" w:rsidRDefault="00466F0E" w:rsidP="00991D43">
      <w:pPr>
        <w:spacing w:after="0" w:line="240" w:lineRule="auto"/>
        <w:jc w:val="right"/>
        <w:rPr>
          <w:rFonts w:ascii="Arial" w:hAnsi="Arial"/>
          <w:b/>
          <w:sz w:val="24"/>
          <w:szCs w:val="24"/>
        </w:rPr>
      </w:pPr>
    </w:p>
    <w:p w14:paraId="2873A17E" w14:textId="77777777" w:rsidR="00991D43" w:rsidRPr="00301FC9" w:rsidRDefault="00840215" w:rsidP="00991D43">
      <w:pPr>
        <w:pStyle w:val="Title"/>
        <w:jc w:val="right"/>
        <w:rPr>
          <w:sz w:val="40"/>
          <w:szCs w:val="40"/>
        </w:rPr>
      </w:pPr>
      <w:r>
        <w:rPr>
          <w:sz w:val="40"/>
          <w:szCs w:val="40"/>
        </w:rPr>
        <w:t>September 2020</w:t>
      </w:r>
    </w:p>
    <w:p w14:paraId="77073277" w14:textId="77777777" w:rsidR="00DD2F1D" w:rsidRDefault="00DD2F1D" w:rsidP="00991D43">
      <w:pPr>
        <w:pStyle w:val="Title"/>
        <w:jc w:val="right"/>
        <w:rPr>
          <w:sz w:val="40"/>
          <w:szCs w:val="40"/>
        </w:rPr>
        <w:sectPr w:rsidR="00DD2F1D" w:rsidSect="00A82BF7">
          <w:headerReference w:type="default" r:id="rId10"/>
          <w:type w:val="continuous"/>
          <w:pgSz w:w="11906" w:h="16838" w:code="9"/>
          <w:pgMar w:top="1701" w:right="992" w:bottom="1559" w:left="1276" w:header="720" w:footer="927" w:gutter="0"/>
          <w:cols w:space="720"/>
          <w:docGrid w:linePitch="299"/>
        </w:sectPr>
      </w:pPr>
    </w:p>
    <w:p w14:paraId="6A27FB4F"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1AE0FE1D" w14:textId="77777777" w:rsidR="000C4A2F" w:rsidRPr="00180D4B" w:rsidRDefault="000C4A2F" w:rsidP="000C4A2F">
      <w:pPr>
        <w:pStyle w:val="Title"/>
        <w:jc w:val="both"/>
        <w:rPr>
          <w:rFonts w:cs="Arial"/>
          <w:color w:val="008080"/>
          <w:szCs w:val="36"/>
        </w:rPr>
      </w:pPr>
    </w:p>
    <w:p w14:paraId="44814E0A" w14:textId="77777777" w:rsidR="00F53AA9"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528057853" w:history="1">
        <w:r w:rsidR="00F53AA9" w:rsidRPr="008A27D0">
          <w:rPr>
            <w:rStyle w:val="Hyperlink"/>
            <w:noProof/>
            <w14:scene3d>
              <w14:camera w14:prst="orthographicFront"/>
              <w14:lightRig w14:rig="threePt" w14:dir="t">
                <w14:rot w14:lat="0" w14:lon="0" w14:rev="0"/>
              </w14:lightRig>
            </w14:scene3d>
          </w:rPr>
          <w:t>1</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Introduction</w:t>
        </w:r>
        <w:r w:rsidR="00F53AA9">
          <w:rPr>
            <w:noProof/>
            <w:webHidden/>
          </w:rPr>
          <w:tab/>
        </w:r>
        <w:r w:rsidR="00F53AA9">
          <w:rPr>
            <w:noProof/>
            <w:webHidden/>
          </w:rPr>
          <w:fldChar w:fldCharType="begin"/>
        </w:r>
        <w:r w:rsidR="00F53AA9">
          <w:rPr>
            <w:noProof/>
            <w:webHidden/>
          </w:rPr>
          <w:instrText xml:space="preserve"> PAGEREF _Toc528057853 \h </w:instrText>
        </w:r>
        <w:r w:rsidR="00F53AA9">
          <w:rPr>
            <w:noProof/>
            <w:webHidden/>
          </w:rPr>
        </w:r>
        <w:r w:rsidR="00F53AA9">
          <w:rPr>
            <w:noProof/>
            <w:webHidden/>
          </w:rPr>
          <w:fldChar w:fldCharType="separate"/>
        </w:r>
        <w:r w:rsidR="00F53AA9">
          <w:rPr>
            <w:noProof/>
            <w:webHidden/>
          </w:rPr>
          <w:t>3</w:t>
        </w:r>
        <w:r w:rsidR="00F53AA9">
          <w:rPr>
            <w:noProof/>
            <w:webHidden/>
          </w:rPr>
          <w:fldChar w:fldCharType="end"/>
        </w:r>
      </w:hyperlink>
    </w:p>
    <w:p w14:paraId="2F9BB59E"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4" w:history="1">
        <w:r w:rsidR="00F53AA9" w:rsidRPr="008A27D0">
          <w:rPr>
            <w:rStyle w:val="Hyperlink"/>
            <w:noProof/>
            <w14:scene3d>
              <w14:camera w14:prst="orthographicFront"/>
              <w14:lightRig w14:rig="threePt" w14:dir="t">
                <w14:rot w14:lat="0" w14:lon="0" w14:rev="0"/>
              </w14:lightRig>
            </w14:scene3d>
          </w:rPr>
          <w:t>2</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Timing</w:t>
        </w:r>
        <w:r w:rsidR="00F53AA9">
          <w:rPr>
            <w:noProof/>
            <w:webHidden/>
          </w:rPr>
          <w:tab/>
        </w:r>
        <w:r w:rsidR="00F53AA9">
          <w:rPr>
            <w:noProof/>
            <w:webHidden/>
          </w:rPr>
          <w:fldChar w:fldCharType="begin"/>
        </w:r>
        <w:r w:rsidR="00F53AA9">
          <w:rPr>
            <w:noProof/>
            <w:webHidden/>
          </w:rPr>
          <w:instrText xml:space="preserve"> PAGEREF _Toc528057854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03933C07"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5" w:history="1">
        <w:r w:rsidR="00F53AA9" w:rsidRPr="008A27D0">
          <w:rPr>
            <w:rStyle w:val="Hyperlink"/>
            <w:noProof/>
            <w14:scene3d>
              <w14:camera w14:prst="orthographicFront"/>
              <w14:lightRig w14:rig="threePt" w14:dir="t">
                <w14:rot w14:lat="0" w14:lon="0" w14:rev="0"/>
              </w14:lightRig>
            </w14:scene3d>
          </w:rPr>
          <w:t>3</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Structure of Annual Report</w:t>
        </w:r>
        <w:r w:rsidR="00F53AA9">
          <w:rPr>
            <w:noProof/>
            <w:webHidden/>
          </w:rPr>
          <w:tab/>
        </w:r>
        <w:r w:rsidR="00F53AA9">
          <w:rPr>
            <w:noProof/>
            <w:webHidden/>
          </w:rPr>
          <w:fldChar w:fldCharType="begin"/>
        </w:r>
        <w:r w:rsidR="00F53AA9">
          <w:rPr>
            <w:noProof/>
            <w:webHidden/>
          </w:rPr>
          <w:instrText xml:space="preserve"> PAGEREF _Toc528057855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27292EA"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6" w:history="1">
        <w:r w:rsidR="00F53AA9" w:rsidRPr="008A27D0">
          <w:rPr>
            <w:rStyle w:val="Hyperlink"/>
            <w:noProof/>
          </w:rPr>
          <w:t>Contact Information</w:t>
        </w:r>
        <w:r w:rsidR="00F53AA9">
          <w:rPr>
            <w:noProof/>
            <w:webHidden/>
          </w:rPr>
          <w:tab/>
        </w:r>
        <w:r w:rsidR="00F53AA9">
          <w:rPr>
            <w:noProof/>
            <w:webHidden/>
          </w:rPr>
          <w:fldChar w:fldCharType="begin"/>
        </w:r>
        <w:r w:rsidR="00F53AA9">
          <w:rPr>
            <w:noProof/>
            <w:webHidden/>
          </w:rPr>
          <w:instrText xml:space="preserve"> PAGEREF _Toc528057856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07AE197"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7" w:history="1">
        <w:r w:rsidR="00F53AA9" w:rsidRPr="008A27D0">
          <w:rPr>
            <w:rStyle w:val="Hyperlink"/>
            <w:noProof/>
          </w:rPr>
          <w:t>Scheme Details</w:t>
        </w:r>
        <w:r w:rsidR="00F53AA9">
          <w:rPr>
            <w:noProof/>
            <w:webHidden/>
          </w:rPr>
          <w:tab/>
        </w:r>
        <w:r w:rsidR="00F53AA9">
          <w:rPr>
            <w:noProof/>
            <w:webHidden/>
          </w:rPr>
          <w:fldChar w:fldCharType="begin"/>
        </w:r>
        <w:r w:rsidR="00F53AA9">
          <w:rPr>
            <w:noProof/>
            <w:webHidden/>
          </w:rPr>
          <w:instrText xml:space="preserve"> PAGEREF _Toc528057857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52D3BBE"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8" w:history="1">
        <w:r w:rsidR="00F53AA9" w:rsidRPr="008A27D0">
          <w:rPr>
            <w:rStyle w:val="Hyperlink"/>
            <w:noProof/>
            <w14:scene3d>
              <w14:camera w14:prst="orthographicFront"/>
              <w14:lightRig w14:rig="threePt" w14:dir="t">
                <w14:rot w14:lat="0" w14:lon="0" w14:rev="0"/>
              </w14:lightRig>
            </w14:scene3d>
          </w:rPr>
          <w:t>4</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Templates</w:t>
        </w:r>
        <w:r w:rsidR="00F53AA9">
          <w:rPr>
            <w:noProof/>
            <w:webHidden/>
          </w:rPr>
          <w:tab/>
        </w:r>
        <w:r w:rsidR="00F53AA9">
          <w:rPr>
            <w:noProof/>
            <w:webHidden/>
          </w:rPr>
          <w:fldChar w:fldCharType="begin"/>
        </w:r>
        <w:r w:rsidR="00F53AA9">
          <w:rPr>
            <w:noProof/>
            <w:webHidden/>
          </w:rPr>
          <w:instrText xml:space="preserve"> PAGEREF _Toc528057858 \h </w:instrText>
        </w:r>
        <w:r w:rsidR="00F53AA9">
          <w:rPr>
            <w:noProof/>
            <w:webHidden/>
          </w:rPr>
        </w:r>
        <w:r w:rsidR="00F53AA9">
          <w:rPr>
            <w:noProof/>
            <w:webHidden/>
          </w:rPr>
          <w:fldChar w:fldCharType="separate"/>
        </w:r>
        <w:r w:rsidR="00F53AA9">
          <w:rPr>
            <w:noProof/>
            <w:webHidden/>
          </w:rPr>
          <w:t>6</w:t>
        </w:r>
        <w:r w:rsidR="00F53AA9">
          <w:rPr>
            <w:noProof/>
            <w:webHidden/>
          </w:rPr>
          <w:fldChar w:fldCharType="end"/>
        </w:r>
      </w:hyperlink>
    </w:p>
    <w:p w14:paraId="7359B259" w14:textId="77777777" w:rsidR="005950B3" w:rsidRDefault="000C4A2F" w:rsidP="00FA687E">
      <w:pPr>
        <w:pStyle w:val="TOC1"/>
        <w:tabs>
          <w:tab w:val="left" w:pos="440"/>
          <w:tab w:val="right" w:leader="dot" w:pos="9629"/>
        </w:tabs>
      </w:pPr>
      <w:r>
        <w:fldChar w:fldCharType="end"/>
      </w:r>
    </w:p>
    <w:p w14:paraId="531C07BA" w14:textId="77777777" w:rsidR="008A7B8F" w:rsidRDefault="008A7B8F" w:rsidP="008A7B8F"/>
    <w:p w14:paraId="75614D19" w14:textId="77777777" w:rsidR="009A6C6E" w:rsidRDefault="009A6C6E" w:rsidP="008A7B8F"/>
    <w:p w14:paraId="30D7B2D1" w14:textId="77777777" w:rsidR="009A6C6E" w:rsidRDefault="009A6C6E" w:rsidP="008A7B8F"/>
    <w:p w14:paraId="5DF3C3C8" w14:textId="77777777" w:rsidR="009A6C6E" w:rsidRDefault="009A6C6E" w:rsidP="008A7B8F"/>
    <w:p w14:paraId="6BAAB0E9" w14:textId="77777777" w:rsidR="009A6C6E" w:rsidRDefault="009A6C6E" w:rsidP="008A7B8F"/>
    <w:p w14:paraId="0E51D202" w14:textId="77777777" w:rsidR="009A6C6E" w:rsidRDefault="009A6C6E" w:rsidP="008A7B8F"/>
    <w:p w14:paraId="73F257D6"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1"/>
          <w:headerReference w:type="default" r:id="rId12"/>
          <w:footerReference w:type="default" r:id="rId13"/>
          <w:headerReference w:type="first" r:id="rId14"/>
          <w:pgSz w:w="11906" w:h="16838" w:code="9"/>
          <w:pgMar w:top="1701" w:right="992" w:bottom="1559" w:left="1276" w:header="720" w:footer="794" w:gutter="0"/>
          <w:cols w:space="720"/>
          <w:docGrid w:linePitch="299"/>
        </w:sectPr>
      </w:pPr>
    </w:p>
    <w:p w14:paraId="3320A707" w14:textId="77777777" w:rsidR="00C40E5A" w:rsidRPr="00C40E5A" w:rsidRDefault="00C40E5A" w:rsidP="00C40E5A">
      <w:pPr>
        <w:pStyle w:val="Heading1"/>
        <w:tabs>
          <w:tab w:val="clear" w:pos="2268"/>
          <w:tab w:val="num" w:pos="1134"/>
        </w:tabs>
        <w:spacing w:after="240"/>
        <w:ind w:hanging="2268"/>
        <w:rPr>
          <w:color w:val="009999"/>
        </w:rPr>
      </w:pPr>
      <w:bookmarkStart w:id="0" w:name="_Toc528057853"/>
      <w:r w:rsidRPr="00C40E5A">
        <w:rPr>
          <w:color w:val="009999"/>
        </w:rPr>
        <w:lastRenderedPageBreak/>
        <w:t>Introduction</w:t>
      </w:r>
      <w:bookmarkEnd w:id="0"/>
    </w:p>
    <w:p w14:paraId="06B47BCE" w14:textId="77777777" w:rsidR="00B5779C" w:rsidRPr="00B5779C" w:rsidRDefault="002E609A" w:rsidP="0018533E">
      <w:pPr>
        <w:pStyle w:val="Heading3"/>
        <w:tabs>
          <w:tab w:val="num" w:pos="1134"/>
          <w:tab w:val="num" w:pos="1390"/>
        </w:tabs>
        <w:ind w:left="1134" w:hanging="1134"/>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 xml:space="preserve">(Schedule 2) dated </w:t>
      </w:r>
      <w:r w:rsidR="00FE0546" w:rsidRPr="00B5779C">
        <w:rPr>
          <w:rFonts w:cs="Arial"/>
          <w:szCs w:val="24"/>
        </w:rPr>
        <w:t>22</w:t>
      </w:r>
      <w:r w:rsidR="00B24BC5" w:rsidRPr="00B5779C">
        <w:rPr>
          <w:rFonts w:cs="Arial"/>
          <w:szCs w:val="24"/>
        </w:rPr>
        <w:t xml:space="preserve"> March</w:t>
      </w:r>
      <w:r w:rsidRPr="00B5779C">
        <w:rPr>
          <w:rFonts w:cs="Arial"/>
          <w:szCs w:val="24"/>
        </w:rPr>
        <w:t xml:space="preserve"> 201</w:t>
      </w:r>
      <w:r w:rsidR="00966A0B">
        <w:rPr>
          <w:rFonts w:cs="Arial"/>
          <w:szCs w:val="24"/>
        </w:rPr>
        <w:t>8</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(SRiC), Road Safety Capital (RSC). Road Safety Revenue &amp;</w:t>
      </w:r>
      <w:r w:rsidR="00777982">
        <w:rPr>
          <w:rFonts w:cs="Arial"/>
          <w:szCs w:val="24"/>
        </w:rPr>
        <w:t xml:space="preserve"> </w:t>
      </w:r>
      <w:r w:rsidRPr="00B5779C">
        <w:rPr>
          <w:rFonts w:cs="Arial"/>
          <w:szCs w:val="24"/>
        </w:rPr>
        <w:t xml:space="preserve">Active Travel </w:t>
      </w:r>
      <w:r w:rsidR="00A06788" w:rsidRPr="00B5779C">
        <w:rPr>
          <w:rFonts w:cs="Arial"/>
          <w:szCs w:val="24"/>
        </w:rPr>
        <w:t xml:space="preserve">Mapping </w:t>
      </w:r>
      <w:r w:rsidR="009C18D0">
        <w:rPr>
          <w:rFonts w:cs="Arial"/>
          <w:szCs w:val="24"/>
        </w:rPr>
        <w:t>are</w:t>
      </w:r>
      <w:r w:rsidRPr="00B5779C">
        <w:rPr>
          <w:rFonts w:cs="Arial"/>
          <w:szCs w:val="24"/>
        </w:rPr>
        <w:t xml:space="preserve"> excluded from this Annual Report.</w:t>
      </w:r>
    </w:p>
    <w:p w14:paraId="54FE5385" w14:textId="77777777" w:rsidR="00777982" w:rsidRDefault="00E838FF" w:rsidP="0018533E">
      <w:pPr>
        <w:pStyle w:val="Heading3"/>
        <w:tabs>
          <w:tab w:val="num" w:pos="1134"/>
          <w:tab w:val="num" w:pos="1390"/>
        </w:tabs>
        <w:ind w:left="1134" w:hanging="1134"/>
      </w:pPr>
      <w:r>
        <w:t>Guidance was not issued for 2017-18, as it was being updated to reflect the new WelTAG process. As such, t</w:t>
      </w:r>
      <w:r w:rsidR="00C40E5A" w:rsidRPr="002E609A">
        <w:t>his gu</w:t>
      </w:r>
      <w:r w:rsidR="00830495">
        <w:t>idance note sets out the timing</w:t>
      </w:r>
      <w:r w:rsidR="00C40E5A" w:rsidRPr="002E609A">
        <w:t xml:space="preserve"> and </w:t>
      </w:r>
      <w:r w:rsidR="00830495">
        <w:t>content</w:t>
      </w:r>
      <w:r w:rsidR="00C40E5A" w:rsidRPr="002E609A">
        <w:t xml:space="preserve"> of the </w:t>
      </w:r>
      <w:r w:rsidR="0018533E" w:rsidRPr="00777982">
        <w:rPr>
          <w:rFonts w:cs="Arial"/>
          <w:szCs w:val="24"/>
        </w:rPr>
        <w:t xml:space="preserve">Annual Report for </w:t>
      </w:r>
      <w:r w:rsidR="00C40E5A" w:rsidRPr="002E609A">
        <w:t xml:space="preserve">Local Transport </w:t>
      </w:r>
      <w:r w:rsidR="0015197E">
        <w:t xml:space="preserve">Grants </w:t>
      </w:r>
      <w:r w:rsidR="00C40E5A" w:rsidRPr="002E609A">
        <w:t xml:space="preserve">for </w:t>
      </w:r>
      <w:r w:rsidR="0015197E">
        <w:t xml:space="preserve">schemes completed in </w:t>
      </w:r>
      <w:r>
        <w:t xml:space="preserve">the following 4 years: </w:t>
      </w:r>
      <w:r w:rsidR="00966A0B">
        <w:t>2015-</w:t>
      </w:r>
      <w:r w:rsidR="00FD7539">
        <w:t xml:space="preserve">16, </w:t>
      </w:r>
      <w:r w:rsidR="00966A0B">
        <w:t>2016-</w:t>
      </w:r>
      <w:r w:rsidR="0015197E">
        <w:t>17</w:t>
      </w:r>
      <w:r w:rsidR="00966A0B">
        <w:t xml:space="preserve">, </w:t>
      </w:r>
      <w:r w:rsidR="00C40E5A" w:rsidRPr="002E609A">
        <w:t>201</w:t>
      </w:r>
      <w:r w:rsidR="00FE0546">
        <w:t>7</w:t>
      </w:r>
      <w:r w:rsidR="00966A0B">
        <w:t>-</w:t>
      </w:r>
      <w:r w:rsidR="00C40E5A" w:rsidRPr="002E609A">
        <w:t>1</w:t>
      </w:r>
      <w:r w:rsidR="00FE0546">
        <w:t>8</w:t>
      </w:r>
      <w:r w:rsidR="00966A0B">
        <w:t xml:space="preserve"> and 2018-19</w:t>
      </w:r>
      <w:r w:rsidR="00C40E5A" w:rsidRPr="001C24F4">
        <w:t xml:space="preserve">. </w:t>
      </w:r>
      <w:r w:rsidR="00777982">
        <w:t>The Annual Report reports</w:t>
      </w:r>
      <w:r w:rsidR="00C40E5A" w:rsidRPr="00EE0FFC">
        <w:t xml:space="preserve"> will</w:t>
      </w:r>
      <w:r w:rsidR="00777982">
        <w:t>:</w:t>
      </w:r>
    </w:p>
    <w:p w14:paraId="3BD6EC4F" w14:textId="77777777" w:rsidR="00777982" w:rsidRDefault="00777982" w:rsidP="00777982">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3F34681E" w14:textId="77777777" w:rsidR="00777982" w:rsidRPr="00AF141B" w:rsidRDefault="00777982" w:rsidP="00777982">
      <w:pPr>
        <w:pStyle w:val="Heading3"/>
        <w:numPr>
          <w:ilvl w:val="0"/>
          <w:numId w:val="0"/>
        </w:numPr>
        <w:spacing w:after="0" w:line="240" w:lineRule="auto"/>
        <w:ind w:left="1797"/>
        <w:jc w:val="left"/>
        <w:rPr>
          <w:rFonts w:cs="Arial"/>
          <w:szCs w:val="24"/>
        </w:rPr>
      </w:pPr>
    </w:p>
    <w:p w14:paraId="588B236F"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6CDB3FAD" w14:textId="77777777" w:rsidR="00777982" w:rsidRPr="00AF141B" w:rsidRDefault="00777982" w:rsidP="00777982">
      <w:pPr>
        <w:pStyle w:val="Heading3"/>
        <w:numPr>
          <w:ilvl w:val="0"/>
          <w:numId w:val="0"/>
        </w:numPr>
        <w:spacing w:after="0" w:line="240" w:lineRule="auto"/>
        <w:jc w:val="left"/>
        <w:rPr>
          <w:rFonts w:cs="Arial"/>
          <w:szCs w:val="24"/>
        </w:rPr>
      </w:pPr>
    </w:p>
    <w:p w14:paraId="3226AE55"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10FACEAB" w14:textId="77777777" w:rsidR="00777982" w:rsidRPr="00AF141B" w:rsidRDefault="00777982" w:rsidP="00777982">
      <w:pPr>
        <w:pStyle w:val="Heading3"/>
        <w:numPr>
          <w:ilvl w:val="0"/>
          <w:numId w:val="0"/>
        </w:numPr>
        <w:spacing w:after="0" w:line="240" w:lineRule="auto"/>
        <w:jc w:val="left"/>
        <w:rPr>
          <w:rFonts w:cs="Arial"/>
          <w:szCs w:val="24"/>
        </w:rPr>
      </w:pPr>
    </w:p>
    <w:p w14:paraId="00D73D28" w14:textId="77777777" w:rsidR="00777982" w:rsidRDefault="00777982" w:rsidP="00777982">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peer to peer advice for other </w:t>
      </w:r>
      <w:r>
        <w:rPr>
          <w:rFonts w:cs="Arial"/>
          <w:szCs w:val="24"/>
        </w:rPr>
        <w:t>project managers</w:t>
      </w:r>
      <w:r w:rsidRPr="00AF141B">
        <w:rPr>
          <w:rFonts w:cs="Arial"/>
          <w:szCs w:val="24"/>
        </w:rPr>
        <w:t xml:space="preserve">.  </w:t>
      </w:r>
    </w:p>
    <w:p w14:paraId="5C51E280" w14:textId="77777777" w:rsidR="00777982" w:rsidRPr="00777982" w:rsidRDefault="00777982" w:rsidP="00777982">
      <w:pPr>
        <w:pStyle w:val="Heading3"/>
        <w:numPr>
          <w:ilvl w:val="0"/>
          <w:numId w:val="0"/>
        </w:numPr>
        <w:tabs>
          <w:tab w:val="num" w:pos="1532"/>
        </w:tabs>
        <w:spacing w:after="0" w:line="240" w:lineRule="auto"/>
        <w:jc w:val="left"/>
        <w:rPr>
          <w:rFonts w:cs="Arial"/>
          <w:szCs w:val="24"/>
        </w:rPr>
      </w:pPr>
    </w:p>
    <w:p w14:paraId="4C6B2077"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44C963F9" w14:textId="77777777" w:rsidR="0015197E" w:rsidRDefault="0015197E" w:rsidP="00C40E5A">
      <w:pPr>
        <w:pStyle w:val="Heading3"/>
        <w:tabs>
          <w:tab w:val="num" w:pos="1134"/>
          <w:tab w:val="num" w:pos="1390"/>
        </w:tabs>
        <w:ind w:left="1134" w:hanging="1134"/>
        <w:rPr>
          <w:rFonts w:cs="Arial"/>
          <w:szCs w:val="24"/>
        </w:rPr>
      </w:pPr>
      <w:r>
        <w:rPr>
          <w:rFonts w:cs="Arial"/>
          <w:szCs w:val="24"/>
        </w:rPr>
        <w:t>Packages of schemes that are ongoing should report on the individual projects that have been completed as part of the package.</w:t>
      </w:r>
    </w:p>
    <w:p w14:paraId="7D0D3320" w14:textId="77777777" w:rsidR="002177A8" w:rsidRPr="006F2A70" w:rsidRDefault="002177A8" w:rsidP="00C40E5A">
      <w:pPr>
        <w:pStyle w:val="Heading3"/>
        <w:tabs>
          <w:tab w:val="num" w:pos="1134"/>
          <w:tab w:val="num" w:pos="1390"/>
        </w:tabs>
        <w:ind w:left="1134" w:hanging="1134"/>
        <w:rPr>
          <w:rFonts w:cs="Arial"/>
          <w:szCs w:val="24"/>
        </w:rPr>
      </w:pPr>
      <w:r w:rsidRPr="006F2A70">
        <w:rPr>
          <w:rFonts w:cs="Arial"/>
          <w:szCs w:val="24"/>
        </w:rPr>
        <w:t>WelTAG 2017 states that schemes should use the new WelTAG document as an appropriate point. For schemes that have been delivered, this will be Stage Five. The Annual Report template is based on the requirements of Stage Five WelTAG.</w:t>
      </w:r>
    </w:p>
    <w:p w14:paraId="7E6F5380"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0FE33F87"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1C08D26C"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Summary of any relevant events that occurred during and after implementation and any changes in context eg fuel prices, land-use or travel patter</w:t>
      </w:r>
      <w:r w:rsidR="00AF0E6C" w:rsidRPr="006F2A70">
        <w:rPr>
          <w:rFonts w:ascii="Arial" w:hAnsi="Arial" w:cs="Arial"/>
          <w:sz w:val="24"/>
          <w:szCs w:val="24"/>
        </w:rPr>
        <w:t>n</w:t>
      </w:r>
      <w:r w:rsidR="00B1627E">
        <w:rPr>
          <w:rFonts w:ascii="Arial" w:hAnsi="Arial" w:cs="Arial"/>
          <w:sz w:val="24"/>
          <w:szCs w:val="24"/>
        </w:rPr>
        <w:t>s</w:t>
      </w:r>
    </w:p>
    <w:p w14:paraId="197D2B70"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71F835FC"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5A3BFDA1" w14:textId="77777777" w:rsidR="00C40E5A" w:rsidRPr="00C40E5A" w:rsidRDefault="00C40E5A" w:rsidP="00C40E5A">
      <w:pPr>
        <w:pStyle w:val="Heading1"/>
        <w:tabs>
          <w:tab w:val="clear" w:pos="2268"/>
          <w:tab w:val="num" w:pos="1134"/>
        </w:tabs>
        <w:spacing w:after="240"/>
        <w:ind w:hanging="2268"/>
        <w:rPr>
          <w:color w:val="009999"/>
        </w:rPr>
      </w:pPr>
      <w:bookmarkStart w:id="1" w:name="_Toc528057854"/>
      <w:r w:rsidRPr="00C40E5A">
        <w:rPr>
          <w:color w:val="009999"/>
        </w:rPr>
        <w:lastRenderedPageBreak/>
        <w:t>Timing</w:t>
      </w:r>
      <w:bookmarkEnd w:id="1"/>
    </w:p>
    <w:p w14:paraId="4A7DF7B5"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30</w:t>
      </w:r>
      <w:r w:rsidR="00AE5F55">
        <w:rPr>
          <w:rFonts w:cs="Arial"/>
          <w:szCs w:val="24"/>
        </w:rPr>
        <w:t xml:space="preserve"> </w:t>
      </w:r>
      <w:r w:rsidR="00966A0B">
        <w:rPr>
          <w:rFonts w:cs="Arial"/>
          <w:szCs w:val="24"/>
        </w:rPr>
        <w:t>September</w:t>
      </w:r>
      <w:r w:rsidRPr="00C40E5A">
        <w:rPr>
          <w:rFonts w:cs="Arial"/>
          <w:szCs w:val="24"/>
        </w:rPr>
        <w:t xml:space="preserve"> 201</w:t>
      </w:r>
      <w:r w:rsidR="000073BB">
        <w:rPr>
          <w:rFonts w:cs="Arial"/>
          <w:szCs w:val="24"/>
        </w:rPr>
        <w:t>9</w:t>
      </w:r>
      <w:r w:rsidRPr="00C40E5A">
        <w:rPr>
          <w:rFonts w:cs="Arial"/>
          <w:szCs w:val="24"/>
        </w:rPr>
        <w:t xml:space="preserve">.  </w:t>
      </w:r>
    </w:p>
    <w:p w14:paraId="5D94BC02" w14:textId="77777777" w:rsidR="00C40E5A" w:rsidRPr="00C40E5A" w:rsidRDefault="00C40E5A" w:rsidP="00C40E5A">
      <w:pPr>
        <w:pStyle w:val="Heading1"/>
        <w:tabs>
          <w:tab w:val="clear" w:pos="2268"/>
          <w:tab w:val="num" w:pos="1134"/>
        </w:tabs>
        <w:spacing w:after="240"/>
        <w:ind w:hanging="2268"/>
        <w:rPr>
          <w:color w:val="009999"/>
        </w:rPr>
      </w:pPr>
      <w:bookmarkStart w:id="2" w:name="_Toc528057855"/>
      <w:r w:rsidRPr="00C40E5A">
        <w:rPr>
          <w:color w:val="009999"/>
        </w:rPr>
        <w:t>Structure of Annual Report</w:t>
      </w:r>
      <w:bookmarkEnd w:id="2"/>
    </w:p>
    <w:p w14:paraId="2DFD9017" w14:textId="77777777" w:rsidR="00C91800" w:rsidRDefault="00C40E5A" w:rsidP="006F2A9E">
      <w:pPr>
        <w:pStyle w:val="Heading3"/>
        <w:tabs>
          <w:tab w:val="num" w:pos="1134"/>
          <w:tab w:val="num" w:pos="1390"/>
        </w:tabs>
        <w:spacing w:before="120" w:after="80" w:line="240" w:lineRule="auto"/>
        <w:ind w:left="1134" w:hanging="1134"/>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r w:rsidR="00097386" w:rsidRPr="00097386">
        <w:t>TransportPlanning@gov.wales</w:t>
      </w:r>
      <w:r w:rsidR="00B1627E">
        <w:t>.</w:t>
      </w:r>
    </w:p>
    <w:p w14:paraId="738D8364" w14:textId="77777777" w:rsidR="000073BB" w:rsidRDefault="000073BB" w:rsidP="006F2A9E">
      <w:pPr>
        <w:pStyle w:val="WelTAGsubheading"/>
        <w:spacing w:line="240" w:lineRule="auto"/>
      </w:pPr>
    </w:p>
    <w:p w14:paraId="16F686A5" w14:textId="77777777" w:rsidR="006F2A9E" w:rsidRDefault="00F53B17" w:rsidP="006F2A9E">
      <w:pPr>
        <w:pStyle w:val="WelTAGsubheading"/>
        <w:spacing w:line="240" w:lineRule="auto"/>
      </w:pPr>
      <w:bookmarkStart w:id="3" w:name="_Toc528057856"/>
      <w:r>
        <w:t>Contact I</w:t>
      </w:r>
      <w:r w:rsidR="006F2A9E">
        <w:t>nformation</w:t>
      </w:r>
      <w:bookmarkEnd w:id="3"/>
      <w:r w:rsidR="006F2A9E">
        <w:t xml:space="preserve"> </w:t>
      </w:r>
    </w:p>
    <w:p w14:paraId="0A983067" w14:textId="77777777" w:rsidR="006F2A9E" w:rsidRPr="009A6C6E" w:rsidRDefault="006F2A9E" w:rsidP="006F2A9E">
      <w:pPr>
        <w:pStyle w:val="Heading3"/>
        <w:numPr>
          <w:ilvl w:val="0"/>
          <w:numId w:val="0"/>
        </w:numPr>
        <w:tabs>
          <w:tab w:val="num" w:pos="1532"/>
          <w:tab w:val="num" w:pos="2268"/>
        </w:tabs>
        <w:spacing w:after="0" w:line="240" w:lineRule="auto"/>
        <w:ind w:left="1134"/>
      </w:pPr>
    </w:p>
    <w:p w14:paraId="0B858556" w14:textId="77777777" w:rsidR="006F2A9E" w:rsidRDefault="006F2A9E" w:rsidP="006F2A9E">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1C58E446" w14:textId="77777777" w:rsidR="00B65BB0" w:rsidRDefault="00B65BB0" w:rsidP="0081416B">
      <w:pPr>
        <w:pStyle w:val="WelTAGsubheading"/>
        <w:spacing w:line="240" w:lineRule="auto"/>
        <w:ind w:left="0"/>
      </w:pPr>
    </w:p>
    <w:p w14:paraId="193A1578" w14:textId="77777777" w:rsidR="009A6C6E" w:rsidRDefault="00E771BD" w:rsidP="00BA721C">
      <w:pPr>
        <w:pStyle w:val="WelTAGsubheading"/>
        <w:spacing w:line="240" w:lineRule="auto"/>
      </w:pPr>
      <w:bookmarkStart w:id="4" w:name="_Toc528057857"/>
      <w:r>
        <w:t>Scheme</w:t>
      </w:r>
      <w:r w:rsidR="00F53B17">
        <w:t xml:space="preserve"> </w:t>
      </w:r>
      <w:r>
        <w:t>Details</w:t>
      </w:r>
      <w:bookmarkEnd w:id="4"/>
      <w:r w:rsidR="009A6C6E">
        <w:t xml:space="preserve"> </w:t>
      </w:r>
    </w:p>
    <w:p w14:paraId="64564D5F" w14:textId="77777777" w:rsidR="009A6C6E" w:rsidRPr="009A6C6E" w:rsidRDefault="009A6C6E" w:rsidP="00BA721C">
      <w:pPr>
        <w:pStyle w:val="Heading3"/>
        <w:numPr>
          <w:ilvl w:val="0"/>
          <w:numId w:val="0"/>
        </w:numPr>
        <w:tabs>
          <w:tab w:val="num" w:pos="1532"/>
          <w:tab w:val="num" w:pos="2268"/>
        </w:tabs>
        <w:spacing w:after="0" w:line="240" w:lineRule="auto"/>
        <w:ind w:left="1134"/>
      </w:pPr>
    </w:p>
    <w:p w14:paraId="5DE318DD" w14:textId="77777777" w:rsidR="00BA721C" w:rsidRDefault="000E48D1" w:rsidP="002E19CA">
      <w:pPr>
        <w:pStyle w:val="Heading3"/>
        <w:tabs>
          <w:tab w:val="clear" w:pos="1532"/>
          <w:tab w:val="num" w:pos="1134"/>
        </w:tabs>
        <w:ind w:left="1134" w:hanging="1134"/>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 xml:space="preserve">scheme details for schemes completed in </w:t>
      </w:r>
      <w:r w:rsidR="000073BB">
        <w:rPr>
          <w:b/>
        </w:rPr>
        <w:t>2015-16, 2016-17</w:t>
      </w:r>
      <w:r w:rsidR="00966A0B">
        <w:rPr>
          <w:b/>
        </w:rPr>
        <w:t>, 2017-18</w:t>
      </w:r>
      <w:r w:rsidR="000073BB">
        <w:rPr>
          <w:b/>
        </w:rPr>
        <w:t xml:space="preserve"> and </w:t>
      </w:r>
      <w:r w:rsidR="0081416B" w:rsidRPr="00E771BD">
        <w:rPr>
          <w:b/>
        </w:rPr>
        <w:t>201</w:t>
      </w:r>
      <w:r w:rsidR="00966A0B">
        <w:rPr>
          <w:b/>
        </w:rPr>
        <w:t>8</w:t>
      </w:r>
      <w:r w:rsidR="000073BB">
        <w:rPr>
          <w:b/>
        </w:rPr>
        <w:t>-</w:t>
      </w:r>
      <w:r w:rsidR="0081416B" w:rsidRPr="00E771BD">
        <w:rPr>
          <w:b/>
        </w:rPr>
        <w:t>1</w:t>
      </w:r>
      <w:r w:rsidR="00966A0B">
        <w:rPr>
          <w:b/>
        </w:rPr>
        <w:t>9</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6C3DD0F1"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t>Road Safety Capital</w:t>
      </w:r>
    </w:p>
    <w:p w14:paraId="1A8594A8" w14:textId="77777777" w:rsidR="002E19CA" w:rsidRDefault="002E19CA" w:rsidP="002E19CA">
      <w:pPr>
        <w:pStyle w:val="Heading3"/>
        <w:tabs>
          <w:tab w:val="clear" w:pos="1532"/>
          <w:tab w:val="num" w:pos="1134"/>
        </w:tabs>
        <w:ind w:left="1134" w:hanging="1134"/>
      </w:pPr>
      <w:r>
        <w:rPr>
          <w:rFonts w:cs="Arial"/>
          <w:szCs w:val="24"/>
        </w:rPr>
        <w:t>Road Safety Grants are awarded to Local Authorities to assist them in contributing to achieving the actions and targets within the Road Safety Framework for Wales.</w:t>
      </w:r>
    </w:p>
    <w:p w14:paraId="11A4A21D" w14:textId="77777777" w:rsidR="002E19CA" w:rsidRDefault="002E19CA" w:rsidP="002E19CA">
      <w:pPr>
        <w:pStyle w:val="Heading3"/>
        <w:tabs>
          <w:tab w:val="clear" w:pos="1532"/>
          <w:tab w:val="num" w:pos="1134"/>
        </w:tabs>
        <w:ind w:left="1134" w:hanging="1134"/>
      </w:pPr>
      <w:r w:rsidRPr="002E19CA">
        <w:rPr>
          <w:rFonts w:cs="Arial"/>
          <w:szCs w:val="24"/>
        </w:rPr>
        <w:t>The Framework put in place an outcome based approach to road safety interventions, stressing the importance of using data and evidence to develop road safety schemes and establishing the principle that all engineering activity should be evaluated for effectiveness in reducing casualties and collisions.</w:t>
      </w:r>
    </w:p>
    <w:p w14:paraId="73EBE509" w14:textId="77777777" w:rsidR="002E19CA" w:rsidRPr="002E19CA" w:rsidRDefault="002E19CA" w:rsidP="002E19CA">
      <w:pPr>
        <w:pStyle w:val="Heading3"/>
        <w:tabs>
          <w:tab w:val="clear" w:pos="1532"/>
          <w:tab w:val="num" w:pos="1134"/>
        </w:tabs>
        <w:ind w:left="1134" w:hanging="1134"/>
      </w:pPr>
      <w:r w:rsidRPr="002E19CA">
        <w:rPr>
          <w:rFonts w:cs="Arial"/>
          <w:szCs w:val="24"/>
        </w:rPr>
        <w:t>In June 201</w:t>
      </w:r>
      <w:r w:rsidR="005E7DB7">
        <w:rPr>
          <w:rFonts w:cs="Arial"/>
          <w:szCs w:val="24"/>
        </w:rPr>
        <w:t>9</w:t>
      </w:r>
      <w:r w:rsidRPr="002E19CA">
        <w:rPr>
          <w:rFonts w:cs="Arial"/>
          <w:szCs w:val="24"/>
        </w:rPr>
        <w:t>, Police recorded road traffic collision and casualty data for 201</w:t>
      </w:r>
      <w:r w:rsidR="005E7DB7">
        <w:rPr>
          <w:rFonts w:cs="Arial"/>
          <w:szCs w:val="24"/>
        </w:rPr>
        <w:t>8</w:t>
      </w:r>
      <w:r w:rsidRPr="002E19CA">
        <w:rPr>
          <w:rFonts w:cs="Arial"/>
          <w:szCs w:val="24"/>
        </w:rPr>
        <w:t xml:space="preserve"> was published. This allows Authorities that completed road safety capital schemes in the </w:t>
      </w:r>
      <w:r w:rsidR="005E7DB7">
        <w:rPr>
          <w:rFonts w:cs="Arial"/>
          <w:szCs w:val="24"/>
        </w:rPr>
        <w:t>financial year ending March 2017</w:t>
      </w:r>
      <w:r w:rsidRPr="002E19CA">
        <w:rPr>
          <w:rFonts w:cs="Arial"/>
          <w:szCs w:val="24"/>
        </w:rPr>
        <w:t xml:space="preserve"> to provide first year reporting on the effectiveness of those schemes. </w:t>
      </w:r>
    </w:p>
    <w:p w14:paraId="3BBE7472" w14:textId="77777777" w:rsidR="002F4F55" w:rsidRDefault="002E19CA" w:rsidP="00F53AA9">
      <w:pPr>
        <w:pStyle w:val="Heading3"/>
        <w:tabs>
          <w:tab w:val="clear" w:pos="1532"/>
          <w:tab w:val="num" w:pos="1134"/>
        </w:tabs>
        <w:ind w:left="1134" w:hanging="1134"/>
        <w:rPr>
          <w:rStyle w:val="Heading3Char"/>
        </w:rPr>
      </w:pPr>
      <w:r>
        <w:rPr>
          <w:rStyle w:val="Heading3Char"/>
        </w:rPr>
        <w:t xml:space="preserve">Please complete Tables </w:t>
      </w:r>
      <w:r w:rsidR="0087567C">
        <w:rPr>
          <w:rStyle w:val="Heading3Char"/>
        </w:rPr>
        <w:t xml:space="preserve">2, </w:t>
      </w:r>
      <w:r>
        <w:rPr>
          <w:rStyle w:val="Heading3Char"/>
        </w:rPr>
        <w:t xml:space="preserve">3, 4 and 5 for </w:t>
      </w:r>
      <w:r w:rsidR="005E7DB7">
        <w:rPr>
          <w:rStyle w:val="Heading3Char"/>
        </w:rPr>
        <w:t>each Road Safety capital scheme</w:t>
      </w:r>
      <w:r w:rsidR="002C4033">
        <w:rPr>
          <w:rStyle w:val="Heading3Char"/>
        </w:rPr>
        <w:t>.</w:t>
      </w:r>
    </w:p>
    <w:p w14:paraId="1485FBBB" w14:textId="77777777" w:rsidR="002C4033" w:rsidRDefault="002C4033" w:rsidP="002E19CA">
      <w:pPr>
        <w:pStyle w:val="Heading3"/>
        <w:numPr>
          <w:ilvl w:val="0"/>
          <w:numId w:val="0"/>
        </w:numPr>
        <w:ind w:left="982" w:firstLine="152"/>
        <w:rPr>
          <w:rStyle w:val="Heading3Char"/>
          <w:b/>
          <w:color w:val="31849B" w:themeColor="accent5" w:themeShade="BF"/>
        </w:rPr>
      </w:pPr>
    </w:p>
    <w:p w14:paraId="7316DEE4" w14:textId="77777777" w:rsidR="002C4033" w:rsidRDefault="002C4033" w:rsidP="002E19CA">
      <w:pPr>
        <w:pStyle w:val="Heading3"/>
        <w:numPr>
          <w:ilvl w:val="0"/>
          <w:numId w:val="0"/>
        </w:numPr>
        <w:ind w:left="982" w:firstLine="152"/>
        <w:rPr>
          <w:rStyle w:val="Heading3Char"/>
          <w:b/>
          <w:color w:val="31849B" w:themeColor="accent5" w:themeShade="BF"/>
        </w:rPr>
      </w:pPr>
    </w:p>
    <w:p w14:paraId="4F71C63D" w14:textId="77777777" w:rsidR="005B1E07" w:rsidRDefault="005B1E07">
      <w:pPr>
        <w:spacing w:after="0" w:line="240" w:lineRule="auto"/>
        <w:rPr>
          <w:rStyle w:val="Heading3Char"/>
          <w:b/>
          <w:color w:val="31849B" w:themeColor="accent5" w:themeShade="BF"/>
        </w:rPr>
      </w:pPr>
      <w:r>
        <w:rPr>
          <w:rStyle w:val="Heading3Char"/>
          <w:b/>
          <w:color w:val="31849B" w:themeColor="accent5" w:themeShade="BF"/>
        </w:rPr>
        <w:br w:type="page"/>
      </w:r>
    </w:p>
    <w:p w14:paraId="5ACF0446"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52E3E3C5" w14:textId="77777777" w:rsidR="00726B62" w:rsidRPr="00F53AA9" w:rsidRDefault="00726B62" w:rsidP="00F53AA9">
      <w:pPr>
        <w:pStyle w:val="Heading3"/>
        <w:tabs>
          <w:tab w:val="clear" w:pos="1532"/>
          <w:tab w:val="num" w:pos="1134"/>
        </w:tabs>
        <w:ind w:left="1134" w:hanging="1134"/>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0BA5DD74" w14:textId="77777777" w:rsidR="002E19CA" w:rsidRPr="00F53AA9" w:rsidRDefault="00726B62" w:rsidP="00F53AA9">
      <w:pPr>
        <w:pStyle w:val="Heading3"/>
        <w:tabs>
          <w:tab w:val="clear" w:pos="1532"/>
          <w:tab w:val="num" w:pos="1134"/>
        </w:tabs>
        <w:ind w:left="1134" w:hanging="1134"/>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trail 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752D594B" w14:textId="77777777" w:rsidR="002E19CA" w:rsidRDefault="002E19CA" w:rsidP="00FD5A3F">
      <w:pPr>
        <w:pStyle w:val="Heading3"/>
        <w:numPr>
          <w:ilvl w:val="0"/>
          <w:numId w:val="0"/>
        </w:numPr>
        <w:tabs>
          <w:tab w:val="num" w:pos="1390"/>
        </w:tabs>
        <w:spacing w:after="0" w:line="240" w:lineRule="auto"/>
        <w:ind w:left="1134" w:hanging="1134"/>
        <w:rPr>
          <w:rStyle w:val="Heading3Char"/>
        </w:rPr>
      </w:pPr>
    </w:p>
    <w:p w14:paraId="67C78E40" w14:textId="77777777" w:rsidR="00830495" w:rsidRPr="002E19CA" w:rsidRDefault="002E19CA" w:rsidP="002E19CA">
      <w:pPr>
        <w:pStyle w:val="Heading3"/>
        <w:numPr>
          <w:ilvl w:val="0"/>
          <w:numId w:val="0"/>
        </w:numPr>
        <w:tabs>
          <w:tab w:val="num" w:pos="1390"/>
        </w:tabs>
        <w:spacing w:after="0" w:line="240" w:lineRule="auto"/>
        <w:ind w:left="1134" w:hanging="1134"/>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6DA91EC4" w14:textId="77777777" w:rsidR="00830495" w:rsidRDefault="00830495" w:rsidP="00830495">
      <w:pPr>
        <w:pStyle w:val="WelTAGsubheading"/>
        <w:spacing w:line="240" w:lineRule="auto"/>
      </w:pPr>
    </w:p>
    <w:p w14:paraId="0C0E262A" w14:textId="77777777" w:rsidR="009A60FA" w:rsidRPr="009A60FA" w:rsidRDefault="009A60FA" w:rsidP="009A60FA">
      <w:pPr>
        <w:pStyle w:val="Heading3"/>
        <w:tabs>
          <w:tab w:val="clear" w:pos="1532"/>
          <w:tab w:val="num" w:pos="1134"/>
        </w:tabs>
        <w:ind w:left="1134" w:hanging="1134"/>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15DACE89" w14:textId="77777777" w:rsidR="002E19CA" w:rsidRPr="002E19CA" w:rsidRDefault="00830495" w:rsidP="002E19CA">
      <w:pPr>
        <w:pStyle w:val="Heading3"/>
        <w:numPr>
          <w:ilvl w:val="0"/>
          <w:numId w:val="0"/>
        </w:numPr>
        <w:tabs>
          <w:tab w:val="num" w:pos="1134"/>
          <w:tab w:val="num" w:pos="1390"/>
          <w:tab w:val="num" w:pos="1418"/>
        </w:tabs>
        <w:spacing w:line="240" w:lineRule="auto"/>
        <w:ind w:left="1134" w:hanging="1134"/>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g Wales’ economic competiveness.</w:t>
      </w:r>
      <w:r w:rsidR="002E19CA">
        <w:rPr>
          <w:rFonts w:cs="Arial"/>
          <w:szCs w:val="24"/>
        </w:rPr>
        <w:t xml:space="preserve"> </w:t>
      </w:r>
    </w:p>
    <w:p w14:paraId="063216DE"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4AA405DC"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528057858"/>
      <w:r w:rsidRPr="0052349B">
        <w:rPr>
          <w:color w:val="31849B" w:themeColor="accent5" w:themeShade="BF"/>
        </w:rPr>
        <w:lastRenderedPageBreak/>
        <w:t>Templates</w:t>
      </w:r>
      <w:bookmarkEnd w:id="5"/>
    </w:p>
    <w:p w14:paraId="1181A024"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4C27CA50" w14:textId="77777777" w:rsidTr="009D6106">
        <w:trPr>
          <w:trHeight w:val="565"/>
          <w:jc w:val="center"/>
        </w:trPr>
        <w:tc>
          <w:tcPr>
            <w:tcW w:w="1258" w:type="pct"/>
            <w:shd w:val="clear" w:color="auto" w:fill="92CDDC" w:themeFill="accent5" w:themeFillTint="99"/>
            <w:vAlign w:val="center"/>
          </w:tcPr>
          <w:p w14:paraId="34E9490A" w14:textId="77777777" w:rsidR="00FA687E" w:rsidRPr="00D91C2C" w:rsidRDefault="00FA687E" w:rsidP="00D53E07">
            <w:pPr>
              <w:widowControl w:val="0"/>
              <w:rPr>
                <w:rFonts w:ascii="Arial" w:hAnsi="Arial" w:cs="Arial"/>
                <w:sz w:val="24"/>
                <w:szCs w:val="24"/>
              </w:rPr>
            </w:pPr>
            <w:r w:rsidRPr="00CD2BF0">
              <w:rPr>
                <w:rFonts w:ascii="Arial" w:hAnsi="Arial" w:cs="Arial"/>
                <w:b/>
                <w:sz w:val="24"/>
                <w:szCs w:val="24"/>
              </w:rPr>
              <w:t xml:space="preserve">Local </w:t>
            </w:r>
            <w:r>
              <w:rPr>
                <w:rFonts w:ascii="Arial" w:hAnsi="Arial" w:cs="Arial"/>
                <w:b/>
                <w:sz w:val="24"/>
                <w:szCs w:val="24"/>
              </w:rPr>
              <w:t>a</w:t>
            </w:r>
            <w:r w:rsidRPr="00CD2BF0">
              <w:rPr>
                <w:rFonts w:ascii="Arial" w:hAnsi="Arial" w:cs="Arial"/>
                <w:b/>
                <w:sz w:val="24"/>
                <w:szCs w:val="24"/>
              </w:rPr>
              <w:t>uthority</w:t>
            </w:r>
          </w:p>
        </w:tc>
        <w:tc>
          <w:tcPr>
            <w:tcW w:w="3742" w:type="pct"/>
            <w:vAlign w:val="center"/>
          </w:tcPr>
          <w:p w14:paraId="74A3D4CE" w14:textId="77777777" w:rsidR="00FA687E" w:rsidRPr="00B274A9" w:rsidRDefault="000D4A48" w:rsidP="00D53E07">
            <w:pPr>
              <w:widowControl w:val="0"/>
              <w:rPr>
                <w:rFonts w:ascii="Arial" w:hAnsi="Arial" w:cs="Arial"/>
                <w:sz w:val="24"/>
                <w:szCs w:val="24"/>
              </w:rPr>
            </w:pPr>
            <w:r>
              <w:rPr>
                <w:rFonts w:ascii="Arial" w:hAnsi="Arial" w:cs="Arial"/>
                <w:sz w:val="24"/>
                <w:szCs w:val="24"/>
              </w:rPr>
              <w:t>Flintshire County Council</w:t>
            </w:r>
          </w:p>
        </w:tc>
      </w:tr>
      <w:tr w:rsidR="00FA687E" w:rsidRPr="00B274A9" w14:paraId="4025BAC2" w14:textId="77777777" w:rsidTr="009D6106">
        <w:trPr>
          <w:jc w:val="center"/>
        </w:trPr>
        <w:tc>
          <w:tcPr>
            <w:tcW w:w="1258" w:type="pct"/>
            <w:shd w:val="clear" w:color="auto" w:fill="92CDDC" w:themeFill="accent5" w:themeFillTint="99"/>
            <w:vAlign w:val="center"/>
          </w:tcPr>
          <w:p w14:paraId="2D89330F" w14:textId="77777777" w:rsidR="00340171" w:rsidRDefault="00340171" w:rsidP="00D53E07">
            <w:pPr>
              <w:widowControl w:val="0"/>
              <w:rPr>
                <w:rFonts w:ascii="Arial" w:hAnsi="Arial" w:cs="Arial"/>
                <w:b/>
                <w:sz w:val="24"/>
                <w:szCs w:val="24"/>
              </w:rPr>
            </w:pPr>
            <w:r>
              <w:rPr>
                <w:rFonts w:ascii="Arial" w:hAnsi="Arial" w:cs="Arial"/>
                <w:b/>
                <w:sz w:val="24"/>
                <w:szCs w:val="24"/>
              </w:rPr>
              <w:t xml:space="preserve">Local Transport Fund </w:t>
            </w:r>
          </w:p>
          <w:p w14:paraId="037891AE" w14:textId="77777777" w:rsidR="00FA687E" w:rsidRPr="00CD2BF0" w:rsidRDefault="00FA687E" w:rsidP="00340171">
            <w:pPr>
              <w:widowControl w:val="0"/>
              <w:rPr>
                <w:rFonts w:ascii="Arial" w:hAnsi="Arial" w:cs="Arial"/>
                <w:b/>
                <w:sz w:val="24"/>
                <w:szCs w:val="24"/>
              </w:rPr>
            </w:pPr>
            <w:r>
              <w:rPr>
                <w:rFonts w:ascii="Arial" w:hAnsi="Arial" w:cs="Arial"/>
                <w:b/>
                <w:sz w:val="24"/>
                <w:szCs w:val="24"/>
              </w:rPr>
              <w:t>Lead contact</w:t>
            </w:r>
            <w:r w:rsidR="00340171" w:rsidRPr="00CD2BF0">
              <w:rPr>
                <w:rFonts w:ascii="Arial" w:hAnsi="Arial" w:cs="Arial"/>
                <w:b/>
                <w:sz w:val="24"/>
                <w:szCs w:val="24"/>
              </w:rPr>
              <w:t xml:space="preserve"> </w:t>
            </w:r>
            <w:r w:rsidR="00340171">
              <w:rPr>
                <w:rFonts w:ascii="Arial" w:hAnsi="Arial" w:cs="Arial"/>
                <w:b/>
                <w:sz w:val="24"/>
                <w:szCs w:val="24"/>
              </w:rPr>
              <w:t xml:space="preserve">name, </w:t>
            </w:r>
            <w:r w:rsidR="00340171" w:rsidRPr="00CD2BF0">
              <w:rPr>
                <w:rFonts w:ascii="Arial" w:hAnsi="Arial" w:cs="Arial"/>
                <w:b/>
                <w:sz w:val="24"/>
                <w:szCs w:val="24"/>
              </w:rPr>
              <w:t>email</w:t>
            </w:r>
            <w:r w:rsidR="00340171">
              <w:rPr>
                <w:rFonts w:ascii="Arial" w:hAnsi="Arial" w:cs="Arial"/>
                <w:b/>
                <w:sz w:val="24"/>
                <w:szCs w:val="24"/>
              </w:rPr>
              <w:t>, t</w:t>
            </w:r>
            <w:r w:rsidR="00340171" w:rsidRPr="00CD2BF0">
              <w:rPr>
                <w:rFonts w:ascii="Arial" w:hAnsi="Arial" w:cs="Arial"/>
                <w:b/>
                <w:sz w:val="24"/>
                <w:szCs w:val="24"/>
              </w:rPr>
              <w:t>elephone</w:t>
            </w:r>
          </w:p>
        </w:tc>
        <w:tc>
          <w:tcPr>
            <w:tcW w:w="3742" w:type="pct"/>
            <w:vAlign w:val="center"/>
          </w:tcPr>
          <w:p w14:paraId="549F061B" w14:textId="77777777" w:rsidR="0045424B" w:rsidRDefault="0045424B" w:rsidP="0045424B">
            <w:pPr>
              <w:pStyle w:val="PlainText"/>
            </w:pPr>
            <w:r>
              <w:t>[personal information redacted]</w:t>
            </w:r>
          </w:p>
          <w:p w14:paraId="1008E429" w14:textId="0743F1C7" w:rsidR="0034797D" w:rsidRPr="00B274A9" w:rsidRDefault="0034797D" w:rsidP="00D53E07">
            <w:pPr>
              <w:widowControl w:val="0"/>
              <w:rPr>
                <w:rFonts w:ascii="Arial" w:hAnsi="Arial" w:cs="Arial"/>
                <w:sz w:val="24"/>
                <w:szCs w:val="24"/>
              </w:rPr>
            </w:pPr>
          </w:p>
        </w:tc>
      </w:tr>
      <w:tr w:rsidR="00FA687E" w:rsidRPr="00B274A9" w14:paraId="4371DF1B" w14:textId="77777777" w:rsidTr="009D6106">
        <w:trPr>
          <w:trHeight w:val="682"/>
          <w:jc w:val="center"/>
        </w:trPr>
        <w:tc>
          <w:tcPr>
            <w:tcW w:w="1258" w:type="pct"/>
            <w:shd w:val="clear" w:color="auto" w:fill="92CDDC" w:themeFill="accent5" w:themeFillTint="99"/>
            <w:vAlign w:val="center"/>
          </w:tcPr>
          <w:p w14:paraId="027A715B" w14:textId="77777777" w:rsidR="00340171" w:rsidRPr="00340171" w:rsidRDefault="00340171" w:rsidP="00340171">
            <w:pPr>
              <w:widowControl w:val="0"/>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p w14:paraId="2E5B7179"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051CF865" w14:textId="77777777" w:rsidR="00FA687E" w:rsidRPr="00B274A9" w:rsidRDefault="00082F20" w:rsidP="00D53E07">
            <w:pPr>
              <w:widowControl w:val="0"/>
              <w:rPr>
                <w:rFonts w:ascii="Arial" w:hAnsi="Arial" w:cs="Arial"/>
                <w:sz w:val="24"/>
                <w:szCs w:val="24"/>
              </w:rPr>
            </w:pPr>
            <w:r>
              <w:rPr>
                <w:rFonts w:ascii="Arial" w:hAnsi="Arial" w:cs="Arial"/>
                <w:sz w:val="24"/>
                <w:szCs w:val="24"/>
              </w:rPr>
              <w:t>N/A</w:t>
            </w:r>
          </w:p>
        </w:tc>
      </w:tr>
      <w:tr w:rsidR="005B1E07" w:rsidRPr="00B274A9" w14:paraId="35C20AA4" w14:textId="77777777" w:rsidTr="009D6106">
        <w:trPr>
          <w:trHeight w:val="682"/>
          <w:jc w:val="center"/>
        </w:trPr>
        <w:tc>
          <w:tcPr>
            <w:tcW w:w="1258" w:type="pct"/>
            <w:shd w:val="clear" w:color="auto" w:fill="92CDDC" w:themeFill="accent5" w:themeFillTint="99"/>
            <w:vAlign w:val="center"/>
          </w:tcPr>
          <w:p w14:paraId="0288F34B" w14:textId="77777777" w:rsidR="005B1E07" w:rsidRDefault="005B1E07" w:rsidP="00340171">
            <w:pPr>
              <w:widowControl w:val="0"/>
              <w:rPr>
                <w:rFonts w:ascii="Arial" w:hAnsi="Arial" w:cs="Arial"/>
                <w:b/>
                <w:sz w:val="24"/>
                <w:szCs w:val="24"/>
              </w:rPr>
            </w:pPr>
            <w:r>
              <w:rPr>
                <w:rFonts w:ascii="Arial" w:hAnsi="Arial" w:cs="Arial"/>
                <w:b/>
                <w:sz w:val="24"/>
                <w:szCs w:val="24"/>
              </w:rPr>
              <w:t>Active Travel Fund</w:t>
            </w:r>
          </w:p>
          <w:p w14:paraId="5AEA279C" w14:textId="77777777" w:rsidR="005B1E07" w:rsidRPr="00340171" w:rsidRDefault="005B1E07"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63FE81AF" w14:textId="77777777" w:rsidR="005B1E07" w:rsidRPr="00B274A9" w:rsidRDefault="00082F20" w:rsidP="00D53E07">
            <w:pPr>
              <w:widowControl w:val="0"/>
              <w:rPr>
                <w:rFonts w:ascii="Arial" w:hAnsi="Arial" w:cs="Arial"/>
                <w:sz w:val="24"/>
                <w:szCs w:val="24"/>
              </w:rPr>
            </w:pPr>
            <w:r>
              <w:rPr>
                <w:rFonts w:ascii="Arial" w:hAnsi="Arial" w:cs="Arial"/>
                <w:sz w:val="24"/>
                <w:szCs w:val="24"/>
              </w:rPr>
              <w:t>N/A</w:t>
            </w:r>
          </w:p>
        </w:tc>
      </w:tr>
      <w:tr w:rsidR="00FA687E" w:rsidRPr="00B274A9" w14:paraId="4D8D8E55" w14:textId="77777777" w:rsidTr="009D6106">
        <w:trPr>
          <w:trHeight w:val="682"/>
          <w:jc w:val="center"/>
        </w:trPr>
        <w:tc>
          <w:tcPr>
            <w:tcW w:w="1258" w:type="pct"/>
            <w:shd w:val="clear" w:color="auto" w:fill="92CDDC" w:themeFill="accent5" w:themeFillTint="99"/>
            <w:vAlign w:val="center"/>
          </w:tcPr>
          <w:p w14:paraId="701EF6EA" w14:textId="77777777" w:rsidR="00340171" w:rsidRPr="00340171" w:rsidRDefault="00340171" w:rsidP="00340171">
            <w:pPr>
              <w:widowControl w:val="0"/>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p w14:paraId="6EF357D4"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087D64B8" w14:textId="77777777" w:rsidR="000D4A48" w:rsidRPr="00B274A9" w:rsidRDefault="0034797D" w:rsidP="00D53E07">
            <w:pPr>
              <w:widowControl w:val="0"/>
              <w:rPr>
                <w:rFonts w:ascii="Arial" w:hAnsi="Arial" w:cs="Arial"/>
                <w:sz w:val="24"/>
                <w:szCs w:val="24"/>
              </w:rPr>
            </w:pPr>
            <w:r>
              <w:rPr>
                <w:rFonts w:ascii="Arial" w:hAnsi="Arial" w:cs="Arial"/>
                <w:sz w:val="24"/>
                <w:szCs w:val="24"/>
              </w:rPr>
              <w:t>N/A</w:t>
            </w:r>
          </w:p>
        </w:tc>
      </w:tr>
      <w:tr w:rsidR="00340171" w:rsidRPr="00B274A9" w14:paraId="68BFAE9A" w14:textId="77777777" w:rsidTr="009D6106">
        <w:trPr>
          <w:trHeight w:val="682"/>
          <w:jc w:val="center"/>
        </w:trPr>
        <w:tc>
          <w:tcPr>
            <w:tcW w:w="1258" w:type="pct"/>
            <w:shd w:val="clear" w:color="auto" w:fill="92CDDC" w:themeFill="accent5" w:themeFillTint="99"/>
            <w:vAlign w:val="center"/>
          </w:tcPr>
          <w:p w14:paraId="4A9A2227" w14:textId="77777777" w:rsidR="00340171" w:rsidRPr="00340171" w:rsidRDefault="00340171" w:rsidP="00340171">
            <w:pPr>
              <w:widowControl w:val="0"/>
              <w:rPr>
                <w:rFonts w:ascii="Arial" w:hAnsi="Arial" w:cs="Arial"/>
                <w:b/>
                <w:sz w:val="24"/>
                <w:szCs w:val="24"/>
              </w:rPr>
            </w:pPr>
            <w:r>
              <w:rPr>
                <w:rFonts w:ascii="Arial" w:hAnsi="Arial" w:cs="Arial"/>
                <w:b/>
                <w:sz w:val="24"/>
                <w:szCs w:val="24"/>
              </w:rPr>
              <w:t>Road Safety Capital</w:t>
            </w:r>
          </w:p>
          <w:p w14:paraId="161D12C1" w14:textId="77777777" w:rsidR="00340171"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74652EC2" w14:textId="77777777" w:rsidR="00340171" w:rsidRPr="00B274A9" w:rsidRDefault="00082F20" w:rsidP="00D53E07">
            <w:pPr>
              <w:widowControl w:val="0"/>
              <w:rPr>
                <w:rFonts w:ascii="Arial" w:hAnsi="Arial" w:cs="Arial"/>
                <w:sz w:val="24"/>
                <w:szCs w:val="24"/>
              </w:rPr>
            </w:pPr>
            <w:r>
              <w:rPr>
                <w:rFonts w:ascii="Arial" w:hAnsi="Arial" w:cs="Arial"/>
                <w:sz w:val="24"/>
                <w:szCs w:val="24"/>
              </w:rPr>
              <w:t>N/A</w:t>
            </w:r>
          </w:p>
        </w:tc>
      </w:tr>
    </w:tbl>
    <w:p w14:paraId="1C9A39F7" w14:textId="77777777" w:rsidR="00D00BFC" w:rsidRDefault="00000000" w:rsidP="00D00BFC">
      <w:pPr>
        <w:pStyle w:val="Heading3"/>
        <w:numPr>
          <w:ilvl w:val="0"/>
          <w:numId w:val="0"/>
        </w:numPr>
        <w:ind w:left="1532"/>
      </w:pPr>
      <w:hyperlink r:id="rId15" w:history="1">
        <w:r w:rsidR="00AB5824" w:rsidRPr="002050BE">
          <w:rPr>
            <w:rStyle w:val="Hyperlink"/>
          </w:rPr>
          <w:t>https://gov.wales/docs/caecd/publications/180516-privacy-notice-en.pdf</w:t>
        </w:r>
      </w:hyperlink>
    </w:p>
    <w:p w14:paraId="63AE8169" w14:textId="77777777" w:rsidR="00D00BFC" w:rsidRPr="00D00BFC" w:rsidRDefault="00D00BFC" w:rsidP="00D00BFC">
      <w:pPr>
        <w:pStyle w:val="Heading3"/>
        <w:numPr>
          <w:ilvl w:val="0"/>
          <w:numId w:val="0"/>
        </w:numPr>
        <w:ind w:left="1532"/>
        <w:sectPr w:rsidR="00D00BFC" w:rsidRPr="00D00BFC" w:rsidSect="005B1E07">
          <w:footerReference w:type="default" r:id="rId16"/>
          <w:pgSz w:w="11906" w:h="16838" w:code="9"/>
          <w:pgMar w:top="1701" w:right="1276" w:bottom="567" w:left="1276" w:header="720" w:footer="516" w:gutter="0"/>
          <w:cols w:space="720"/>
          <w:docGrid w:linePitch="299"/>
        </w:sectPr>
      </w:pPr>
    </w:p>
    <w:p w14:paraId="38A77A54"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475F0498" w14:textId="77777777" w:rsidTr="000073BB">
        <w:trPr>
          <w:trHeight w:val="387"/>
        </w:trPr>
        <w:tc>
          <w:tcPr>
            <w:tcW w:w="1808" w:type="dxa"/>
            <w:shd w:val="clear" w:color="auto" w:fill="92CDDC" w:themeFill="accent5" w:themeFillTint="99"/>
          </w:tcPr>
          <w:p w14:paraId="0C0CB28C"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5E2A6A04" w14:textId="77777777" w:rsidR="005B1E07" w:rsidRDefault="0034797D" w:rsidP="000073BB">
            <w:pPr>
              <w:spacing w:after="0" w:line="240" w:lineRule="auto"/>
              <w:rPr>
                <w:rFonts w:ascii="Arial" w:hAnsi="Arial" w:cs="Arial"/>
                <w:sz w:val="24"/>
                <w:szCs w:val="24"/>
              </w:rPr>
            </w:pPr>
            <w:r>
              <w:rPr>
                <w:rFonts w:ascii="Arial" w:hAnsi="Arial" w:cs="Arial"/>
                <w:sz w:val="24"/>
                <w:szCs w:val="24"/>
              </w:rPr>
              <w:t>Local Transport Fund</w:t>
            </w:r>
            <w:r w:rsidR="00152D80">
              <w:rPr>
                <w:rFonts w:ascii="Arial" w:hAnsi="Arial" w:cs="Arial"/>
                <w:sz w:val="24"/>
                <w:szCs w:val="24"/>
              </w:rPr>
              <w:t xml:space="preserve"> </w:t>
            </w:r>
          </w:p>
          <w:p w14:paraId="1C320E65" w14:textId="77777777" w:rsidR="000073BB" w:rsidRPr="00A07C37" w:rsidRDefault="000073BB" w:rsidP="000073BB">
            <w:pPr>
              <w:spacing w:after="0" w:line="240" w:lineRule="auto"/>
              <w:rPr>
                <w:rFonts w:ascii="Arial" w:hAnsi="Arial" w:cs="Arial"/>
                <w:sz w:val="24"/>
                <w:szCs w:val="24"/>
              </w:rPr>
            </w:pPr>
          </w:p>
        </w:tc>
      </w:tr>
      <w:tr w:rsidR="000073BB" w:rsidRPr="00AF141B" w14:paraId="4228928B" w14:textId="77777777" w:rsidTr="000073BB">
        <w:trPr>
          <w:trHeight w:val="406"/>
        </w:trPr>
        <w:tc>
          <w:tcPr>
            <w:tcW w:w="1808" w:type="dxa"/>
            <w:shd w:val="clear" w:color="auto" w:fill="92CDDC" w:themeFill="accent5" w:themeFillTint="99"/>
          </w:tcPr>
          <w:p w14:paraId="23401523"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6C7791FD" w14:textId="77777777" w:rsidR="000073BB" w:rsidRPr="00AF141B" w:rsidRDefault="00B13B17" w:rsidP="000F2CF5">
            <w:pPr>
              <w:spacing w:after="0" w:line="240" w:lineRule="auto"/>
              <w:rPr>
                <w:rFonts w:ascii="Arial" w:hAnsi="Arial" w:cs="Arial"/>
                <w:b/>
                <w:sz w:val="24"/>
                <w:szCs w:val="24"/>
              </w:rPr>
            </w:pPr>
            <w:r>
              <w:rPr>
                <w:rFonts w:ascii="Arial" w:hAnsi="Arial" w:cs="Arial"/>
                <w:b/>
                <w:sz w:val="24"/>
                <w:szCs w:val="24"/>
              </w:rPr>
              <w:t xml:space="preserve">Deeside </w:t>
            </w:r>
            <w:r w:rsidR="000F2CF5">
              <w:rPr>
                <w:rFonts w:ascii="Arial" w:hAnsi="Arial" w:cs="Arial"/>
                <w:b/>
                <w:sz w:val="24"/>
                <w:szCs w:val="24"/>
              </w:rPr>
              <w:t xml:space="preserve">Zone 2 / 3 Bus Link Bollards </w:t>
            </w:r>
            <w:r>
              <w:rPr>
                <w:rFonts w:ascii="Arial" w:hAnsi="Arial" w:cs="Arial"/>
                <w:b/>
                <w:sz w:val="24"/>
                <w:szCs w:val="24"/>
              </w:rPr>
              <w:t xml:space="preserve"> </w:t>
            </w:r>
          </w:p>
        </w:tc>
      </w:tr>
      <w:tr w:rsidR="000073BB" w:rsidRPr="00AF141B" w14:paraId="534B8E94" w14:textId="77777777" w:rsidTr="000073BB">
        <w:trPr>
          <w:trHeight w:val="406"/>
        </w:trPr>
        <w:tc>
          <w:tcPr>
            <w:tcW w:w="1808" w:type="dxa"/>
            <w:tcBorders>
              <w:bottom w:val="single" w:sz="6" w:space="0" w:color="auto"/>
            </w:tcBorders>
            <w:shd w:val="clear" w:color="auto" w:fill="92CDDC" w:themeFill="accent5" w:themeFillTint="99"/>
          </w:tcPr>
          <w:p w14:paraId="298AAD3F"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4825200E" w14:textId="77777777" w:rsidR="000073BB" w:rsidRPr="00A07C37" w:rsidRDefault="008C4F4E" w:rsidP="00811027">
            <w:pPr>
              <w:spacing w:after="0" w:line="240" w:lineRule="auto"/>
              <w:rPr>
                <w:rFonts w:ascii="Arial" w:hAnsi="Arial" w:cs="Arial"/>
                <w:sz w:val="24"/>
                <w:szCs w:val="24"/>
              </w:rPr>
            </w:pPr>
            <w:r>
              <w:rPr>
                <w:rFonts w:ascii="Arial" w:hAnsi="Arial" w:cs="Arial"/>
                <w:sz w:val="24"/>
                <w:szCs w:val="24"/>
              </w:rPr>
              <w:t xml:space="preserve"> 2018</w:t>
            </w:r>
            <w:r w:rsidR="0034797D">
              <w:rPr>
                <w:rFonts w:ascii="Arial" w:hAnsi="Arial" w:cs="Arial"/>
                <w:sz w:val="24"/>
                <w:szCs w:val="24"/>
              </w:rPr>
              <w:t>-1</w:t>
            </w:r>
            <w:r>
              <w:rPr>
                <w:rFonts w:ascii="Arial" w:hAnsi="Arial" w:cs="Arial"/>
                <w:sz w:val="24"/>
                <w:szCs w:val="24"/>
              </w:rPr>
              <w:t>9</w:t>
            </w:r>
          </w:p>
        </w:tc>
      </w:tr>
      <w:tr w:rsidR="000073BB" w:rsidRPr="00AF141B" w14:paraId="4B82E44C"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14A9A746"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67054E31" w14:textId="77777777" w:rsidTr="000073BB">
        <w:trPr>
          <w:trHeight w:val="1286"/>
        </w:trPr>
        <w:tc>
          <w:tcPr>
            <w:tcW w:w="1808" w:type="dxa"/>
            <w:tcBorders>
              <w:top w:val="single" w:sz="6" w:space="0" w:color="auto"/>
            </w:tcBorders>
            <w:shd w:val="clear" w:color="auto" w:fill="B6DDE8" w:themeFill="accent5" w:themeFillTint="66"/>
          </w:tcPr>
          <w:p w14:paraId="777D1677"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14D3D1CA" w14:textId="77777777" w:rsidR="000073BB" w:rsidRPr="0040708C" w:rsidRDefault="00152D80" w:rsidP="000F2CF5">
            <w:pPr>
              <w:spacing w:after="0" w:line="240" w:lineRule="auto"/>
              <w:rPr>
                <w:rFonts w:ascii="Arial" w:hAnsi="Arial" w:cs="Arial"/>
                <w:sz w:val="24"/>
                <w:szCs w:val="24"/>
              </w:rPr>
            </w:pPr>
            <w:r w:rsidRPr="00152D80">
              <w:rPr>
                <w:rFonts w:ascii="Arial" w:hAnsi="Arial" w:cs="Arial"/>
                <w:szCs w:val="24"/>
              </w:rPr>
              <w:t>£</w:t>
            </w:r>
            <w:r w:rsidR="000F2CF5">
              <w:rPr>
                <w:rFonts w:ascii="Arial" w:hAnsi="Arial" w:cs="Arial"/>
                <w:szCs w:val="24"/>
              </w:rPr>
              <w:t>40,000</w:t>
            </w:r>
          </w:p>
        </w:tc>
        <w:tc>
          <w:tcPr>
            <w:tcW w:w="1811" w:type="dxa"/>
            <w:tcBorders>
              <w:top w:val="single" w:sz="6" w:space="0" w:color="auto"/>
            </w:tcBorders>
            <w:shd w:val="clear" w:color="auto" w:fill="B6DDE8" w:themeFill="accent5" w:themeFillTint="66"/>
          </w:tcPr>
          <w:p w14:paraId="1D23DDEB"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0405484E" w14:textId="77777777" w:rsidR="000073BB" w:rsidRPr="0040708C" w:rsidRDefault="00B13B17" w:rsidP="000F2CF5">
            <w:pPr>
              <w:spacing w:after="0" w:line="240" w:lineRule="auto"/>
              <w:rPr>
                <w:rFonts w:ascii="Arial" w:hAnsi="Arial" w:cs="Arial"/>
                <w:sz w:val="24"/>
                <w:szCs w:val="24"/>
              </w:rPr>
            </w:pPr>
            <w:r w:rsidRPr="00152D80">
              <w:rPr>
                <w:rFonts w:ascii="Arial" w:hAnsi="Arial" w:cs="Arial"/>
                <w:szCs w:val="24"/>
              </w:rPr>
              <w:t>£</w:t>
            </w:r>
            <w:r w:rsidR="000F2CF5">
              <w:rPr>
                <w:rFonts w:ascii="Arial" w:hAnsi="Arial" w:cs="Arial"/>
                <w:szCs w:val="24"/>
              </w:rPr>
              <w:t>40,000</w:t>
            </w:r>
          </w:p>
        </w:tc>
        <w:tc>
          <w:tcPr>
            <w:tcW w:w="1390" w:type="dxa"/>
            <w:tcBorders>
              <w:top w:val="single" w:sz="6" w:space="0" w:color="auto"/>
            </w:tcBorders>
            <w:shd w:val="clear" w:color="auto" w:fill="B6DDE8" w:themeFill="accent5" w:themeFillTint="66"/>
          </w:tcPr>
          <w:p w14:paraId="59B39A32"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5A2F6367" w14:textId="77777777" w:rsidR="000073BB" w:rsidRPr="0040708C" w:rsidRDefault="000073BB" w:rsidP="000073BB">
            <w:pPr>
              <w:spacing w:after="0" w:line="240" w:lineRule="auto"/>
              <w:rPr>
                <w:rFonts w:ascii="Arial" w:hAnsi="Arial" w:cs="Arial"/>
                <w:sz w:val="24"/>
                <w:szCs w:val="24"/>
              </w:rPr>
            </w:pPr>
          </w:p>
        </w:tc>
      </w:tr>
      <w:tr w:rsidR="000073BB" w:rsidRPr="00AF141B" w14:paraId="73CBAA5B" w14:textId="77777777" w:rsidTr="000073BB">
        <w:trPr>
          <w:trHeight w:val="357"/>
        </w:trPr>
        <w:tc>
          <w:tcPr>
            <w:tcW w:w="9322" w:type="dxa"/>
            <w:gridSpan w:val="6"/>
            <w:shd w:val="clear" w:color="auto" w:fill="B6DDE8" w:themeFill="accent5" w:themeFillTint="66"/>
          </w:tcPr>
          <w:p w14:paraId="51959D98"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0294CD5E" w14:textId="77777777" w:rsidTr="000073BB">
        <w:trPr>
          <w:trHeight w:val="359"/>
        </w:trPr>
        <w:tc>
          <w:tcPr>
            <w:tcW w:w="9322" w:type="dxa"/>
            <w:gridSpan w:val="6"/>
          </w:tcPr>
          <w:p w14:paraId="6753529A" w14:textId="77777777" w:rsidR="002E19CA" w:rsidRPr="00AF141B" w:rsidRDefault="00B13B17"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6EDF1807" w14:textId="77777777" w:rsidTr="000073BB">
        <w:trPr>
          <w:trHeight w:val="1286"/>
        </w:trPr>
        <w:tc>
          <w:tcPr>
            <w:tcW w:w="1808" w:type="dxa"/>
            <w:shd w:val="clear" w:color="auto" w:fill="B6DDE8" w:themeFill="accent5" w:themeFillTint="66"/>
          </w:tcPr>
          <w:p w14:paraId="21974673"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43765F34" w14:textId="77777777" w:rsidR="000073BB" w:rsidRPr="0040708C" w:rsidRDefault="00B13B17" w:rsidP="000F2CF5">
            <w:pPr>
              <w:spacing w:after="0" w:line="240" w:lineRule="auto"/>
              <w:rPr>
                <w:rFonts w:ascii="Arial" w:hAnsi="Arial" w:cs="Arial"/>
                <w:sz w:val="24"/>
                <w:szCs w:val="24"/>
              </w:rPr>
            </w:pPr>
            <w:r w:rsidRPr="00152D80">
              <w:rPr>
                <w:rFonts w:ascii="Arial" w:hAnsi="Arial" w:cs="Arial"/>
                <w:szCs w:val="24"/>
              </w:rPr>
              <w:t>£</w:t>
            </w:r>
            <w:r w:rsidR="000F2CF5">
              <w:rPr>
                <w:rFonts w:ascii="Arial" w:hAnsi="Arial" w:cs="Arial"/>
                <w:szCs w:val="24"/>
              </w:rPr>
              <w:t>40,000</w:t>
            </w:r>
          </w:p>
        </w:tc>
        <w:tc>
          <w:tcPr>
            <w:tcW w:w="1811" w:type="dxa"/>
            <w:shd w:val="clear" w:color="auto" w:fill="B6DDE8" w:themeFill="accent5" w:themeFillTint="66"/>
          </w:tcPr>
          <w:p w14:paraId="2F2F2BED"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3FB4FB5D" w14:textId="77777777" w:rsidR="000073BB" w:rsidRPr="0040708C" w:rsidRDefault="00B13B17" w:rsidP="000F2CF5">
            <w:pPr>
              <w:spacing w:after="0" w:line="240" w:lineRule="auto"/>
              <w:rPr>
                <w:rFonts w:ascii="Arial" w:hAnsi="Arial" w:cs="Arial"/>
                <w:sz w:val="24"/>
                <w:szCs w:val="24"/>
              </w:rPr>
            </w:pPr>
            <w:r w:rsidRPr="00152D80">
              <w:rPr>
                <w:rFonts w:ascii="Arial" w:hAnsi="Arial" w:cs="Arial"/>
                <w:szCs w:val="24"/>
              </w:rPr>
              <w:t>£</w:t>
            </w:r>
            <w:r w:rsidR="000F2CF5">
              <w:rPr>
                <w:rFonts w:ascii="Arial" w:hAnsi="Arial" w:cs="Arial"/>
                <w:szCs w:val="24"/>
              </w:rPr>
              <w:t>40,000</w:t>
            </w:r>
          </w:p>
        </w:tc>
        <w:tc>
          <w:tcPr>
            <w:tcW w:w="1390" w:type="dxa"/>
            <w:shd w:val="clear" w:color="auto" w:fill="B6DDE8" w:themeFill="accent5" w:themeFillTint="66"/>
          </w:tcPr>
          <w:p w14:paraId="1D1BF79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54F5A59B" w14:textId="77777777" w:rsidR="000073BB" w:rsidRPr="0040708C" w:rsidRDefault="000073BB" w:rsidP="000073BB">
            <w:pPr>
              <w:spacing w:after="0" w:line="240" w:lineRule="auto"/>
              <w:rPr>
                <w:rFonts w:ascii="Arial" w:hAnsi="Arial" w:cs="Arial"/>
                <w:sz w:val="24"/>
                <w:szCs w:val="24"/>
              </w:rPr>
            </w:pPr>
          </w:p>
        </w:tc>
      </w:tr>
      <w:tr w:rsidR="000073BB" w:rsidRPr="00AF141B" w14:paraId="2C66E24F" w14:textId="77777777" w:rsidTr="000073BB">
        <w:trPr>
          <w:trHeight w:val="357"/>
        </w:trPr>
        <w:tc>
          <w:tcPr>
            <w:tcW w:w="9322" w:type="dxa"/>
            <w:gridSpan w:val="6"/>
            <w:shd w:val="clear" w:color="auto" w:fill="B6DDE8" w:themeFill="accent5" w:themeFillTint="66"/>
          </w:tcPr>
          <w:p w14:paraId="7FA9B3E2"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0A1D815D" w14:textId="77777777" w:rsidTr="000073BB">
        <w:trPr>
          <w:trHeight w:val="408"/>
        </w:trPr>
        <w:tc>
          <w:tcPr>
            <w:tcW w:w="9322" w:type="dxa"/>
            <w:gridSpan w:val="6"/>
          </w:tcPr>
          <w:p w14:paraId="0204B843" w14:textId="77777777" w:rsidR="002E19CA" w:rsidRPr="00AF141B" w:rsidRDefault="00B13B17" w:rsidP="000073BB">
            <w:pPr>
              <w:spacing w:after="0" w:line="240" w:lineRule="auto"/>
              <w:rPr>
                <w:rFonts w:ascii="Arial" w:hAnsi="Arial" w:cs="Arial"/>
                <w:sz w:val="24"/>
                <w:szCs w:val="24"/>
              </w:rPr>
            </w:pPr>
            <w:r>
              <w:rPr>
                <w:rFonts w:ascii="Arial" w:hAnsi="Arial" w:cs="Arial"/>
                <w:szCs w:val="24"/>
              </w:rPr>
              <w:t>N/A</w:t>
            </w:r>
          </w:p>
        </w:tc>
      </w:tr>
      <w:tr w:rsidR="000073BB" w:rsidRPr="00AF141B" w14:paraId="6182A5D0" w14:textId="77777777" w:rsidTr="000073BB">
        <w:trPr>
          <w:trHeight w:val="427"/>
        </w:trPr>
        <w:tc>
          <w:tcPr>
            <w:tcW w:w="9322" w:type="dxa"/>
            <w:gridSpan w:val="6"/>
            <w:shd w:val="clear" w:color="auto" w:fill="92CDDC" w:themeFill="accent5" w:themeFillTint="99"/>
          </w:tcPr>
          <w:p w14:paraId="28F887E8"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(WelTAG Stages 1 – 3)</w:t>
            </w:r>
          </w:p>
        </w:tc>
      </w:tr>
      <w:tr w:rsidR="000073BB" w:rsidRPr="00AF141B" w14:paraId="56AAAB6E" w14:textId="77777777" w:rsidTr="000073BB">
        <w:trPr>
          <w:trHeight w:val="370"/>
        </w:trPr>
        <w:tc>
          <w:tcPr>
            <w:tcW w:w="9322" w:type="dxa"/>
            <w:gridSpan w:val="6"/>
            <w:shd w:val="clear" w:color="auto" w:fill="B6DDE8" w:themeFill="accent5" w:themeFillTint="66"/>
          </w:tcPr>
          <w:p w14:paraId="6C2005A6"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238594D0"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5EE2CC8B" w14:textId="77777777" w:rsidTr="000073BB">
        <w:trPr>
          <w:trHeight w:val="412"/>
        </w:trPr>
        <w:tc>
          <w:tcPr>
            <w:tcW w:w="9322" w:type="dxa"/>
            <w:gridSpan w:val="6"/>
            <w:shd w:val="clear" w:color="auto" w:fill="auto"/>
          </w:tcPr>
          <w:p w14:paraId="6C7F79D1" w14:textId="77777777" w:rsidR="005366AF" w:rsidRPr="00F954C2" w:rsidRDefault="005366AF" w:rsidP="005366AF">
            <w:pPr>
              <w:spacing w:after="0" w:line="240" w:lineRule="auto"/>
              <w:ind w:left="720"/>
              <w:jc w:val="both"/>
              <w:rPr>
                <w:rFonts w:ascii="Arial" w:hAnsi="Arial" w:cs="Arial"/>
                <w:sz w:val="24"/>
                <w:szCs w:val="24"/>
              </w:rPr>
            </w:pPr>
          </w:p>
          <w:p w14:paraId="7171457A" w14:textId="77777777" w:rsidR="000F2CF5" w:rsidRDefault="000F2CF5" w:rsidP="00425713">
            <w:pPr>
              <w:spacing w:after="0" w:line="240" w:lineRule="auto"/>
              <w:jc w:val="both"/>
              <w:rPr>
                <w:rFonts w:ascii="Arial" w:hAnsi="Arial" w:cs="Arial"/>
                <w:sz w:val="24"/>
                <w:szCs w:val="24"/>
              </w:rPr>
            </w:pPr>
            <w:r>
              <w:rPr>
                <w:rFonts w:ascii="Arial" w:hAnsi="Arial" w:cs="Arial"/>
                <w:sz w:val="24"/>
                <w:szCs w:val="24"/>
              </w:rPr>
              <w:t>The schemes aim was to control the transport link from Zone 2 to Zone 3 of the Deeside Industrial Estate. Th</w:t>
            </w:r>
            <w:r w:rsidR="00A41D53">
              <w:rPr>
                <w:rFonts w:ascii="Arial" w:hAnsi="Arial" w:cs="Arial"/>
                <w:sz w:val="24"/>
                <w:szCs w:val="24"/>
              </w:rPr>
              <w:t>e bus only</w:t>
            </w:r>
            <w:r>
              <w:rPr>
                <w:rFonts w:ascii="Arial" w:hAnsi="Arial" w:cs="Arial"/>
                <w:sz w:val="24"/>
                <w:szCs w:val="24"/>
              </w:rPr>
              <w:t xml:space="preserve"> link was controlled by </w:t>
            </w:r>
            <w:r w:rsidR="00A41D53">
              <w:rPr>
                <w:rFonts w:ascii="Arial" w:hAnsi="Arial" w:cs="Arial"/>
                <w:sz w:val="24"/>
                <w:szCs w:val="24"/>
              </w:rPr>
              <w:t xml:space="preserve">remote dropped </w:t>
            </w:r>
            <w:r>
              <w:rPr>
                <w:rFonts w:ascii="Arial" w:hAnsi="Arial" w:cs="Arial"/>
                <w:sz w:val="24"/>
                <w:szCs w:val="24"/>
              </w:rPr>
              <w:t>bollard</w:t>
            </w:r>
            <w:r w:rsidR="00A41D53">
              <w:rPr>
                <w:rFonts w:ascii="Arial" w:hAnsi="Arial" w:cs="Arial"/>
                <w:sz w:val="24"/>
                <w:szCs w:val="24"/>
              </w:rPr>
              <w:t>s</w:t>
            </w:r>
            <w:r>
              <w:rPr>
                <w:rFonts w:ascii="Arial" w:hAnsi="Arial" w:cs="Arial"/>
                <w:sz w:val="24"/>
                <w:szCs w:val="24"/>
              </w:rPr>
              <w:t xml:space="preserve"> which had failed </w:t>
            </w:r>
            <w:r w:rsidR="00A41D53">
              <w:rPr>
                <w:rFonts w:ascii="Arial" w:hAnsi="Arial" w:cs="Arial"/>
                <w:sz w:val="24"/>
                <w:szCs w:val="24"/>
              </w:rPr>
              <w:t>and were permanently in the down position. The purpose of the scheme was to replace the 15 year old infrastructure with new controlled bollards.</w:t>
            </w:r>
          </w:p>
          <w:p w14:paraId="21835195" w14:textId="77777777" w:rsidR="000F2CF5" w:rsidRDefault="000F2CF5" w:rsidP="00425713">
            <w:pPr>
              <w:spacing w:after="0" w:line="240" w:lineRule="auto"/>
              <w:jc w:val="both"/>
              <w:rPr>
                <w:rFonts w:ascii="Arial" w:hAnsi="Arial" w:cs="Arial"/>
                <w:sz w:val="24"/>
                <w:szCs w:val="24"/>
              </w:rPr>
            </w:pPr>
          </w:p>
          <w:p w14:paraId="45DD8923" w14:textId="77777777" w:rsidR="002E19CA" w:rsidRPr="00AF141B" w:rsidRDefault="000F2CF5" w:rsidP="00A41D53">
            <w:pPr>
              <w:spacing w:after="0" w:line="240" w:lineRule="auto"/>
              <w:jc w:val="both"/>
              <w:rPr>
                <w:rFonts w:ascii="Arial" w:hAnsi="Arial" w:cs="Arial"/>
                <w:b/>
                <w:sz w:val="24"/>
                <w:szCs w:val="24"/>
              </w:rPr>
            </w:pPr>
            <w:r>
              <w:rPr>
                <w:rFonts w:ascii="Arial" w:hAnsi="Arial" w:cs="Arial"/>
                <w:sz w:val="24"/>
                <w:szCs w:val="24"/>
              </w:rPr>
              <w:t xml:space="preserve"> </w:t>
            </w:r>
          </w:p>
        </w:tc>
      </w:tr>
      <w:tr w:rsidR="00F53AA9" w:rsidRPr="00AF141B" w14:paraId="45116158" w14:textId="77777777" w:rsidTr="00F53AA9">
        <w:trPr>
          <w:trHeight w:val="412"/>
        </w:trPr>
        <w:tc>
          <w:tcPr>
            <w:tcW w:w="9322" w:type="dxa"/>
            <w:gridSpan w:val="6"/>
            <w:shd w:val="clear" w:color="auto" w:fill="B6DDE8" w:themeFill="accent5" w:themeFillTint="66"/>
          </w:tcPr>
          <w:p w14:paraId="3DCDDF9D"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t>Engagement</w:t>
            </w:r>
          </w:p>
          <w:p w14:paraId="1E087230"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23A626A0" w14:textId="77777777" w:rsidTr="000073BB">
        <w:trPr>
          <w:trHeight w:val="412"/>
        </w:trPr>
        <w:tc>
          <w:tcPr>
            <w:tcW w:w="9322" w:type="dxa"/>
            <w:gridSpan w:val="6"/>
            <w:shd w:val="clear" w:color="auto" w:fill="auto"/>
          </w:tcPr>
          <w:p w14:paraId="46D058DE" w14:textId="77777777" w:rsidR="00041FEC" w:rsidRDefault="00010CB0" w:rsidP="00010CB0">
            <w:pPr>
              <w:spacing w:after="0" w:line="240" w:lineRule="auto"/>
              <w:jc w:val="both"/>
              <w:rPr>
                <w:rFonts w:ascii="Arial" w:hAnsi="Arial" w:cs="Arial"/>
                <w:sz w:val="24"/>
                <w:szCs w:val="24"/>
              </w:rPr>
            </w:pPr>
            <w:r w:rsidRPr="00010CB0">
              <w:rPr>
                <w:rFonts w:ascii="Arial" w:hAnsi="Arial" w:cs="Arial"/>
                <w:sz w:val="24"/>
                <w:szCs w:val="24"/>
              </w:rPr>
              <w:t>Flintsh</w:t>
            </w:r>
            <w:r>
              <w:rPr>
                <w:rFonts w:ascii="Arial" w:hAnsi="Arial" w:cs="Arial"/>
                <w:sz w:val="24"/>
                <w:szCs w:val="24"/>
              </w:rPr>
              <w:t>ire County Council Officers</w:t>
            </w:r>
            <w:r w:rsidR="00F954C2">
              <w:rPr>
                <w:rFonts w:ascii="Arial" w:hAnsi="Arial" w:cs="Arial"/>
                <w:sz w:val="24"/>
                <w:szCs w:val="24"/>
              </w:rPr>
              <w:t xml:space="preserve"> engaged with </w:t>
            </w:r>
            <w:r w:rsidR="00B13B17">
              <w:rPr>
                <w:rFonts w:ascii="Arial" w:hAnsi="Arial" w:cs="Arial"/>
                <w:sz w:val="24"/>
                <w:szCs w:val="24"/>
              </w:rPr>
              <w:t>local</w:t>
            </w:r>
            <w:r w:rsidR="00041FEC">
              <w:rPr>
                <w:rFonts w:ascii="Arial" w:hAnsi="Arial" w:cs="Arial"/>
                <w:sz w:val="24"/>
                <w:szCs w:val="24"/>
              </w:rPr>
              <w:t xml:space="preserve"> businesses</w:t>
            </w:r>
            <w:r w:rsidRPr="00010CB0">
              <w:rPr>
                <w:rFonts w:ascii="Arial" w:hAnsi="Arial" w:cs="Arial"/>
                <w:sz w:val="24"/>
                <w:szCs w:val="24"/>
              </w:rPr>
              <w:t xml:space="preserve"> and other key stakeholders during the scheme design,</w:t>
            </w:r>
            <w:r w:rsidR="00B13B17">
              <w:rPr>
                <w:rFonts w:ascii="Arial" w:hAnsi="Arial" w:cs="Arial"/>
                <w:sz w:val="24"/>
                <w:szCs w:val="24"/>
              </w:rPr>
              <w:t xml:space="preserve"> to ensure the correct solution was delivered and to seek any alternative measures.</w:t>
            </w:r>
          </w:p>
          <w:p w14:paraId="41EE05B4" w14:textId="77777777" w:rsidR="00010CB0" w:rsidRPr="00010CB0" w:rsidRDefault="00010CB0" w:rsidP="00010CB0">
            <w:pPr>
              <w:spacing w:after="0" w:line="240" w:lineRule="auto"/>
              <w:jc w:val="both"/>
              <w:rPr>
                <w:rFonts w:ascii="Arial" w:hAnsi="Arial" w:cs="Arial"/>
                <w:sz w:val="24"/>
                <w:szCs w:val="24"/>
              </w:rPr>
            </w:pPr>
          </w:p>
          <w:p w14:paraId="635DA80D" w14:textId="77777777" w:rsidR="00010CB0" w:rsidRPr="005366AF" w:rsidRDefault="00010CB0" w:rsidP="005366AF">
            <w:pPr>
              <w:autoSpaceDE w:val="0"/>
              <w:autoSpaceDN w:val="0"/>
              <w:spacing w:after="0" w:line="240" w:lineRule="auto"/>
              <w:rPr>
                <w:rFonts w:ascii="Arial" w:hAnsi="Arial" w:cs="Arial"/>
                <w:sz w:val="24"/>
                <w:szCs w:val="24"/>
              </w:rPr>
            </w:pPr>
          </w:p>
          <w:p w14:paraId="1B04D683" w14:textId="77777777" w:rsidR="00F53AA9" w:rsidRDefault="00F53AA9" w:rsidP="000073BB">
            <w:pPr>
              <w:spacing w:after="0" w:line="240" w:lineRule="auto"/>
              <w:rPr>
                <w:rFonts w:ascii="Arial" w:hAnsi="Arial" w:cs="Arial"/>
                <w:b/>
                <w:sz w:val="24"/>
                <w:szCs w:val="24"/>
              </w:rPr>
            </w:pPr>
          </w:p>
        </w:tc>
      </w:tr>
      <w:tr w:rsidR="000073BB" w:rsidRPr="00AF141B" w14:paraId="2721A7DB" w14:textId="77777777" w:rsidTr="000073BB">
        <w:trPr>
          <w:trHeight w:val="398"/>
        </w:trPr>
        <w:tc>
          <w:tcPr>
            <w:tcW w:w="9322" w:type="dxa"/>
            <w:gridSpan w:val="6"/>
            <w:shd w:val="clear" w:color="auto" w:fill="B6DDE8" w:themeFill="accent5" w:themeFillTint="66"/>
          </w:tcPr>
          <w:p w14:paraId="38248318"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C</w:t>
            </w:r>
            <w:r w:rsidR="000073BB" w:rsidRPr="00AF141B">
              <w:rPr>
                <w:rFonts w:ascii="Arial" w:hAnsi="Arial" w:cs="Arial"/>
                <w:b/>
                <w:sz w:val="24"/>
                <w:szCs w:val="24"/>
              </w:rPr>
              <w:t>hanges to scheme design</w:t>
            </w:r>
          </w:p>
          <w:p w14:paraId="6BC607AF"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6AEF2E31" w14:textId="77777777" w:rsidTr="000073BB">
        <w:trPr>
          <w:trHeight w:val="439"/>
        </w:trPr>
        <w:tc>
          <w:tcPr>
            <w:tcW w:w="9322" w:type="dxa"/>
            <w:gridSpan w:val="6"/>
          </w:tcPr>
          <w:p w14:paraId="513149F5" w14:textId="77777777" w:rsidR="002E19CA" w:rsidRPr="00AF141B" w:rsidRDefault="00EE291A" w:rsidP="00EE291A">
            <w:pPr>
              <w:spacing w:after="0" w:line="240" w:lineRule="auto"/>
              <w:rPr>
                <w:rFonts w:ascii="Arial" w:hAnsi="Arial" w:cs="Arial"/>
                <w:sz w:val="24"/>
                <w:szCs w:val="24"/>
              </w:rPr>
            </w:pPr>
            <w:r>
              <w:rPr>
                <w:rFonts w:ascii="Arial" w:hAnsi="Arial" w:cs="Arial"/>
                <w:sz w:val="24"/>
                <w:szCs w:val="24"/>
              </w:rPr>
              <w:t>N/A</w:t>
            </w:r>
          </w:p>
        </w:tc>
      </w:tr>
      <w:tr w:rsidR="000073BB" w:rsidRPr="00AF141B" w14:paraId="06D61AAB" w14:textId="77777777" w:rsidTr="000073BB">
        <w:trPr>
          <w:trHeight w:val="447"/>
        </w:trPr>
        <w:tc>
          <w:tcPr>
            <w:tcW w:w="9322" w:type="dxa"/>
            <w:gridSpan w:val="6"/>
            <w:shd w:val="clear" w:color="auto" w:fill="B6DDE8" w:themeFill="accent5" w:themeFillTint="66"/>
          </w:tcPr>
          <w:p w14:paraId="74CC071B"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52399A02"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2368C41D" w14:textId="77777777" w:rsidTr="000073BB">
        <w:trPr>
          <w:trHeight w:val="447"/>
        </w:trPr>
        <w:tc>
          <w:tcPr>
            <w:tcW w:w="9322" w:type="dxa"/>
            <w:gridSpan w:val="6"/>
          </w:tcPr>
          <w:p w14:paraId="5EC9C0BA" w14:textId="77777777" w:rsidR="002E19CA" w:rsidRDefault="002E19CA" w:rsidP="000073BB">
            <w:pPr>
              <w:spacing w:after="0" w:line="240" w:lineRule="auto"/>
              <w:rPr>
                <w:rFonts w:ascii="Arial" w:hAnsi="Arial" w:cs="Arial"/>
                <w:b/>
                <w:sz w:val="24"/>
                <w:szCs w:val="24"/>
              </w:rPr>
            </w:pPr>
          </w:p>
          <w:p w14:paraId="7CF378A8" w14:textId="77777777" w:rsidR="00B238EB" w:rsidRPr="00F2016E" w:rsidRDefault="00EE291A" w:rsidP="000073BB">
            <w:pPr>
              <w:spacing w:after="0" w:line="240" w:lineRule="auto"/>
              <w:rPr>
                <w:rFonts w:ascii="Arial" w:hAnsi="Arial" w:cs="Arial"/>
                <w:sz w:val="24"/>
                <w:szCs w:val="24"/>
              </w:rPr>
            </w:pPr>
            <w:r w:rsidRPr="00F2016E">
              <w:rPr>
                <w:rFonts w:ascii="Arial" w:hAnsi="Arial" w:cs="Arial"/>
                <w:sz w:val="24"/>
                <w:szCs w:val="24"/>
              </w:rPr>
              <w:t>N/A</w:t>
            </w:r>
          </w:p>
        </w:tc>
      </w:tr>
      <w:tr w:rsidR="000073BB" w:rsidRPr="00AF141B" w14:paraId="104B42BC" w14:textId="77777777" w:rsidTr="000073BB">
        <w:trPr>
          <w:trHeight w:val="427"/>
        </w:trPr>
        <w:tc>
          <w:tcPr>
            <w:tcW w:w="9322" w:type="dxa"/>
            <w:gridSpan w:val="6"/>
            <w:shd w:val="clear" w:color="auto" w:fill="B6DDE8" w:themeFill="accent5" w:themeFillTint="66"/>
          </w:tcPr>
          <w:p w14:paraId="0538426A"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w:t>
            </w:r>
            <w:r w:rsidR="00452F8F">
              <w:rPr>
                <w:rFonts w:ascii="Arial" w:hAnsi="Arial" w:cs="Arial"/>
                <w:b/>
                <w:sz w:val="24"/>
                <w:szCs w:val="24"/>
              </w:rPr>
              <w:t>s</w:t>
            </w:r>
          </w:p>
          <w:p w14:paraId="5A58809F"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eg. On costs and outcomes</w:t>
            </w:r>
            <w:r w:rsidRPr="00B238EB">
              <w:rPr>
                <w:rFonts w:ascii="Arial" w:hAnsi="Arial" w:cs="Arial"/>
                <w:b/>
                <w:sz w:val="20"/>
              </w:rPr>
              <w:t>?</w:t>
            </w:r>
          </w:p>
        </w:tc>
      </w:tr>
      <w:tr w:rsidR="000073BB" w:rsidRPr="00AF141B" w14:paraId="5343C8CA" w14:textId="77777777" w:rsidTr="000073BB">
        <w:trPr>
          <w:trHeight w:val="427"/>
        </w:trPr>
        <w:tc>
          <w:tcPr>
            <w:tcW w:w="9322" w:type="dxa"/>
            <w:gridSpan w:val="6"/>
          </w:tcPr>
          <w:p w14:paraId="324BDA26" w14:textId="77777777" w:rsidR="002E19CA" w:rsidRDefault="002E19CA" w:rsidP="000073BB">
            <w:pPr>
              <w:spacing w:after="0" w:line="240" w:lineRule="auto"/>
              <w:rPr>
                <w:rFonts w:ascii="Arial" w:hAnsi="Arial" w:cs="Arial"/>
                <w:b/>
                <w:sz w:val="24"/>
                <w:szCs w:val="24"/>
              </w:rPr>
            </w:pPr>
          </w:p>
          <w:p w14:paraId="22FCB1F5" w14:textId="77777777" w:rsidR="00B238EB" w:rsidRPr="00F2016E" w:rsidRDefault="00EE291A" w:rsidP="000073BB">
            <w:pPr>
              <w:spacing w:after="0" w:line="240" w:lineRule="auto"/>
              <w:rPr>
                <w:rFonts w:ascii="Arial" w:hAnsi="Arial" w:cs="Arial"/>
                <w:sz w:val="24"/>
                <w:szCs w:val="24"/>
              </w:rPr>
            </w:pPr>
            <w:r w:rsidRPr="00F2016E">
              <w:rPr>
                <w:rFonts w:ascii="Arial" w:hAnsi="Arial" w:cs="Arial"/>
                <w:sz w:val="24"/>
                <w:szCs w:val="24"/>
              </w:rPr>
              <w:t>N/A</w:t>
            </w:r>
          </w:p>
        </w:tc>
      </w:tr>
      <w:tr w:rsidR="000073BB" w:rsidRPr="00AF141B" w14:paraId="01C3F832" w14:textId="77777777" w:rsidTr="000073BB">
        <w:trPr>
          <w:trHeight w:val="360"/>
        </w:trPr>
        <w:tc>
          <w:tcPr>
            <w:tcW w:w="9322" w:type="dxa"/>
            <w:gridSpan w:val="6"/>
            <w:shd w:val="clear" w:color="auto" w:fill="B6DDE8" w:themeFill="accent5" w:themeFillTint="66"/>
          </w:tcPr>
          <w:p w14:paraId="6A7ABD7B"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2AB9C44" w14:textId="77777777" w:rsidTr="000073BB">
        <w:trPr>
          <w:trHeight w:val="360"/>
        </w:trPr>
        <w:tc>
          <w:tcPr>
            <w:tcW w:w="9322" w:type="dxa"/>
            <w:gridSpan w:val="6"/>
          </w:tcPr>
          <w:p w14:paraId="561547D7" w14:textId="77777777" w:rsidR="002E19CA" w:rsidRDefault="002E19CA" w:rsidP="000073BB">
            <w:pPr>
              <w:spacing w:after="0" w:line="240" w:lineRule="auto"/>
              <w:rPr>
                <w:rFonts w:ascii="Arial" w:hAnsi="Arial" w:cs="Arial"/>
                <w:sz w:val="24"/>
                <w:szCs w:val="24"/>
              </w:rPr>
            </w:pPr>
          </w:p>
          <w:p w14:paraId="0971ED5C" w14:textId="77777777" w:rsidR="00B238EB" w:rsidRDefault="00EE291A"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7E33353D" w14:textId="77777777" w:rsidTr="000073BB">
        <w:trPr>
          <w:trHeight w:val="427"/>
        </w:trPr>
        <w:tc>
          <w:tcPr>
            <w:tcW w:w="9322" w:type="dxa"/>
            <w:gridSpan w:val="6"/>
            <w:shd w:val="clear" w:color="auto" w:fill="92CDDC" w:themeFill="accent5" w:themeFillTint="99"/>
          </w:tcPr>
          <w:p w14:paraId="3C96BF3C"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DELIVERY</w:t>
            </w:r>
            <w:r w:rsidR="00966A0B">
              <w:rPr>
                <w:rFonts w:ascii="Arial" w:hAnsi="Arial" w:cs="Arial"/>
                <w:b/>
                <w:sz w:val="24"/>
                <w:szCs w:val="24"/>
              </w:rPr>
              <w:t xml:space="preserve"> (WelTAG Stage 4)</w:t>
            </w:r>
          </w:p>
        </w:tc>
      </w:tr>
      <w:tr w:rsidR="000073BB" w:rsidRPr="00AF141B" w14:paraId="292725E1" w14:textId="77777777" w:rsidTr="000073BB">
        <w:trPr>
          <w:trHeight w:val="360"/>
        </w:trPr>
        <w:tc>
          <w:tcPr>
            <w:tcW w:w="9322" w:type="dxa"/>
            <w:gridSpan w:val="6"/>
            <w:shd w:val="clear" w:color="auto" w:fill="B6DDE8" w:themeFill="accent5" w:themeFillTint="66"/>
          </w:tcPr>
          <w:p w14:paraId="0D8E5A34"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metres of bus lane, </w:t>
            </w:r>
          </w:p>
        </w:tc>
      </w:tr>
      <w:tr w:rsidR="00130DDA" w:rsidRPr="00AF141B" w14:paraId="6892D5C7" w14:textId="77777777" w:rsidTr="00130DDA">
        <w:trPr>
          <w:trHeight w:val="360"/>
        </w:trPr>
        <w:tc>
          <w:tcPr>
            <w:tcW w:w="9322" w:type="dxa"/>
            <w:gridSpan w:val="6"/>
            <w:shd w:val="clear" w:color="auto" w:fill="auto"/>
          </w:tcPr>
          <w:p w14:paraId="5DE4E9ED" w14:textId="77777777" w:rsidR="00B13B17" w:rsidRDefault="00041FEC" w:rsidP="00EE291A">
            <w:pPr>
              <w:spacing w:after="0" w:line="240" w:lineRule="auto"/>
              <w:rPr>
                <w:rFonts w:ascii="Arial" w:hAnsi="Arial" w:cs="Arial"/>
                <w:sz w:val="24"/>
                <w:szCs w:val="24"/>
              </w:rPr>
            </w:pPr>
            <w:r>
              <w:rPr>
                <w:rFonts w:ascii="Arial" w:hAnsi="Arial" w:cs="Arial"/>
                <w:sz w:val="24"/>
                <w:szCs w:val="24"/>
              </w:rPr>
              <w:t>The works</w:t>
            </w:r>
            <w:r w:rsidR="00E44800" w:rsidRPr="00E44800">
              <w:rPr>
                <w:rFonts w:ascii="Arial" w:hAnsi="Arial" w:cs="Arial"/>
                <w:sz w:val="24"/>
                <w:szCs w:val="24"/>
              </w:rPr>
              <w:t xml:space="preserve"> provided</w:t>
            </w:r>
            <w:r w:rsidR="00A41D53">
              <w:rPr>
                <w:rFonts w:ascii="Arial" w:hAnsi="Arial" w:cs="Arial"/>
                <w:sz w:val="24"/>
                <w:szCs w:val="24"/>
              </w:rPr>
              <w:t xml:space="preserve"> a two new sets of remote controlled bollards at each end of the bus only link which has stopped any unauthorised vehicles from passing through. </w:t>
            </w:r>
          </w:p>
          <w:p w14:paraId="31EF03FD" w14:textId="77777777" w:rsidR="00E44800" w:rsidRDefault="00E44800" w:rsidP="00EE291A">
            <w:pPr>
              <w:spacing w:after="0" w:line="240" w:lineRule="auto"/>
              <w:rPr>
                <w:rFonts w:ascii="Arial" w:hAnsi="Arial" w:cs="Arial"/>
                <w:sz w:val="24"/>
                <w:szCs w:val="24"/>
              </w:rPr>
            </w:pPr>
          </w:p>
          <w:p w14:paraId="3978C10D" w14:textId="77777777" w:rsidR="00E44800" w:rsidRPr="00E44800" w:rsidRDefault="00E44800" w:rsidP="00EE291A">
            <w:pPr>
              <w:spacing w:after="0" w:line="240" w:lineRule="auto"/>
              <w:rPr>
                <w:rFonts w:ascii="Arial" w:hAnsi="Arial" w:cs="Arial"/>
                <w:sz w:val="24"/>
                <w:szCs w:val="24"/>
              </w:rPr>
            </w:pPr>
          </w:p>
        </w:tc>
      </w:tr>
      <w:tr w:rsidR="00130DDA" w:rsidRPr="00AF141B" w14:paraId="41700BCD" w14:textId="77777777" w:rsidTr="000073BB">
        <w:trPr>
          <w:trHeight w:val="360"/>
        </w:trPr>
        <w:tc>
          <w:tcPr>
            <w:tcW w:w="9322" w:type="dxa"/>
            <w:gridSpan w:val="6"/>
            <w:shd w:val="clear" w:color="auto" w:fill="B6DDE8" w:themeFill="accent5" w:themeFillTint="66"/>
          </w:tcPr>
          <w:p w14:paraId="64202D20"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t>What worked well</w:t>
            </w:r>
            <w:r>
              <w:rPr>
                <w:rFonts w:ascii="Arial" w:hAnsi="Arial" w:cs="Arial"/>
                <w:b/>
                <w:sz w:val="24"/>
                <w:szCs w:val="24"/>
              </w:rPr>
              <w:t>?</w:t>
            </w:r>
          </w:p>
        </w:tc>
      </w:tr>
      <w:tr w:rsidR="000073BB" w:rsidRPr="00AF141B" w14:paraId="405FD3D9" w14:textId="77777777" w:rsidTr="000073BB">
        <w:trPr>
          <w:trHeight w:val="360"/>
        </w:trPr>
        <w:tc>
          <w:tcPr>
            <w:tcW w:w="9322" w:type="dxa"/>
            <w:gridSpan w:val="6"/>
            <w:shd w:val="clear" w:color="auto" w:fill="auto"/>
          </w:tcPr>
          <w:p w14:paraId="028195E3" w14:textId="77777777" w:rsidR="002E19CA" w:rsidRPr="00AF141B" w:rsidRDefault="007A5270" w:rsidP="00425713">
            <w:pPr>
              <w:spacing w:after="0" w:line="240" w:lineRule="auto"/>
              <w:rPr>
                <w:rFonts w:ascii="Arial" w:hAnsi="Arial" w:cs="Arial"/>
                <w:sz w:val="24"/>
                <w:szCs w:val="24"/>
              </w:rPr>
            </w:pPr>
            <w:r>
              <w:rPr>
                <w:rFonts w:ascii="Arial" w:hAnsi="Arial" w:cs="Arial"/>
                <w:sz w:val="24"/>
                <w:szCs w:val="24"/>
              </w:rPr>
              <w:t xml:space="preserve"> </w:t>
            </w:r>
            <w:r w:rsidR="00425713">
              <w:rPr>
                <w:rFonts w:ascii="Arial" w:hAnsi="Arial" w:cs="Arial"/>
                <w:sz w:val="24"/>
                <w:szCs w:val="24"/>
              </w:rPr>
              <w:t xml:space="preserve">Time scales of the funding following scheme design and cost estimate   </w:t>
            </w:r>
          </w:p>
        </w:tc>
      </w:tr>
      <w:tr w:rsidR="000073BB" w:rsidRPr="00AF141B" w14:paraId="6A5AC588" w14:textId="77777777" w:rsidTr="000073BB">
        <w:trPr>
          <w:trHeight w:val="360"/>
        </w:trPr>
        <w:tc>
          <w:tcPr>
            <w:tcW w:w="9322" w:type="dxa"/>
            <w:gridSpan w:val="6"/>
            <w:shd w:val="clear" w:color="auto" w:fill="B6DDE8" w:themeFill="accent5" w:themeFillTint="66"/>
          </w:tcPr>
          <w:p w14:paraId="374EF005"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693529CB" w14:textId="77777777" w:rsidTr="000073BB">
        <w:trPr>
          <w:trHeight w:val="360"/>
        </w:trPr>
        <w:tc>
          <w:tcPr>
            <w:tcW w:w="9322" w:type="dxa"/>
            <w:gridSpan w:val="6"/>
            <w:shd w:val="clear" w:color="auto" w:fill="auto"/>
          </w:tcPr>
          <w:p w14:paraId="3758EAD1" w14:textId="77777777" w:rsidR="002E19CA" w:rsidRPr="007D5B2C" w:rsidRDefault="00A41D53" w:rsidP="00A41D53">
            <w:pPr>
              <w:spacing w:after="0" w:line="240" w:lineRule="auto"/>
              <w:rPr>
                <w:rFonts w:ascii="Arial" w:hAnsi="Arial" w:cs="Arial"/>
                <w:b/>
                <w:sz w:val="24"/>
                <w:szCs w:val="24"/>
              </w:rPr>
            </w:pPr>
            <w:r>
              <w:rPr>
                <w:rFonts w:ascii="Arial" w:hAnsi="Arial" w:cs="Arial"/>
                <w:sz w:val="24"/>
                <w:szCs w:val="24"/>
              </w:rPr>
              <w:t xml:space="preserve">A lengthy diversion route during construction </w:t>
            </w:r>
          </w:p>
        </w:tc>
      </w:tr>
      <w:tr w:rsidR="00F53AA9" w:rsidRPr="00AF141B" w14:paraId="5807438F" w14:textId="77777777" w:rsidTr="00F53AA9">
        <w:trPr>
          <w:trHeight w:val="412"/>
        </w:trPr>
        <w:tc>
          <w:tcPr>
            <w:tcW w:w="9322" w:type="dxa"/>
            <w:gridSpan w:val="6"/>
            <w:shd w:val="clear" w:color="auto" w:fill="B6DDE8" w:themeFill="accent5" w:themeFillTint="66"/>
          </w:tcPr>
          <w:p w14:paraId="379130BB"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055BF129" w14:textId="77777777" w:rsidTr="00F53AA9">
        <w:trPr>
          <w:trHeight w:val="412"/>
        </w:trPr>
        <w:tc>
          <w:tcPr>
            <w:tcW w:w="9322" w:type="dxa"/>
            <w:gridSpan w:val="6"/>
            <w:shd w:val="clear" w:color="auto" w:fill="auto"/>
          </w:tcPr>
          <w:p w14:paraId="29B7A5AF" w14:textId="77777777" w:rsidR="00F53AA9" w:rsidRDefault="00277846" w:rsidP="00425713">
            <w:pPr>
              <w:spacing w:after="0" w:line="240" w:lineRule="auto"/>
              <w:rPr>
                <w:rFonts w:ascii="Arial" w:hAnsi="Arial" w:cs="Arial"/>
                <w:b/>
                <w:sz w:val="24"/>
                <w:szCs w:val="24"/>
              </w:rPr>
            </w:pPr>
            <w:r w:rsidRPr="001502CC">
              <w:rPr>
                <w:rFonts w:ascii="Arial" w:hAnsi="Arial" w:cs="Arial"/>
                <w:sz w:val="24"/>
                <w:szCs w:val="24"/>
              </w:rPr>
              <w:t xml:space="preserve">Frequent meetings </w:t>
            </w:r>
            <w:r w:rsidR="00F954C2">
              <w:rPr>
                <w:rFonts w:ascii="Arial" w:hAnsi="Arial" w:cs="Arial"/>
                <w:sz w:val="24"/>
                <w:szCs w:val="24"/>
              </w:rPr>
              <w:t>held with Local Members,</w:t>
            </w:r>
            <w:r w:rsidR="00425713">
              <w:rPr>
                <w:rFonts w:ascii="Arial" w:hAnsi="Arial" w:cs="Arial"/>
                <w:sz w:val="24"/>
                <w:szCs w:val="24"/>
              </w:rPr>
              <w:t xml:space="preserve"> Deeside Business Forum</w:t>
            </w:r>
            <w:r w:rsidRPr="001502CC">
              <w:rPr>
                <w:rFonts w:ascii="Arial" w:hAnsi="Arial" w:cs="Arial"/>
                <w:sz w:val="24"/>
                <w:szCs w:val="24"/>
              </w:rPr>
              <w:t xml:space="preserve"> / </w:t>
            </w:r>
            <w:r w:rsidR="00425713">
              <w:rPr>
                <w:rFonts w:ascii="Arial" w:hAnsi="Arial" w:cs="Arial"/>
                <w:sz w:val="24"/>
                <w:szCs w:val="24"/>
              </w:rPr>
              <w:t>B</w:t>
            </w:r>
            <w:r w:rsidRPr="001502CC">
              <w:rPr>
                <w:rFonts w:ascii="Arial" w:hAnsi="Arial" w:cs="Arial"/>
                <w:sz w:val="24"/>
                <w:szCs w:val="24"/>
              </w:rPr>
              <w:t>usinesses and Local residents throughout all key stages of the schemes development.</w:t>
            </w:r>
          </w:p>
        </w:tc>
      </w:tr>
      <w:tr w:rsidR="006F2A70" w:rsidRPr="00AF141B" w14:paraId="22BBF834" w14:textId="77777777" w:rsidTr="006F2A70">
        <w:trPr>
          <w:trHeight w:val="360"/>
        </w:trPr>
        <w:tc>
          <w:tcPr>
            <w:tcW w:w="9322" w:type="dxa"/>
            <w:gridSpan w:val="6"/>
            <w:shd w:val="clear" w:color="auto" w:fill="B6DDE8" w:themeFill="accent5" w:themeFillTint="66"/>
          </w:tcPr>
          <w:p w14:paraId="333F696B"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11025968" w14:textId="77777777" w:rsidTr="000073BB">
        <w:trPr>
          <w:trHeight w:val="360"/>
        </w:trPr>
        <w:tc>
          <w:tcPr>
            <w:tcW w:w="9322" w:type="dxa"/>
            <w:gridSpan w:val="6"/>
            <w:shd w:val="clear" w:color="auto" w:fill="auto"/>
          </w:tcPr>
          <w:p w14:paraId="202D9D90" w14:textId="77777777" w:rsidR="002A2F1C" w:rsidRPr="00277846" w:rsidRDefault="00277846" w:rsidP="000073BB">
            <w:pPr>
              <w:spacing w:after="0" w:line="240" w:lineRule="auto"/>
              <w:rPr>
                <w:rFonts w:ascii="Arial" w:hAnsi="Arial" w:cs="Arial"/>
                <w:sz w:val="24"/>
                <w:szCs w:val="24"/>
              </w:rPr>
            </w:pPr>
            <w:r w:rsidRPr="00277846">
              <w:rPr>
                <w:rFonts w:ascii="Arial" w:hAnsi="Arial" w:cs="Arial"/>
                <w:sz w:val="24"/>
                <w:szCs w:val="24"/>
              </w:rPr>
              <w:t>N/A</w:t>
            </w:r>
          </w:p>
        </w:tc>
      </w:tr>
      <w:tr w:rsidR="006F2A70" w:rsidRPr="00AF141B" w14:paraId="28A2AEE7" w14:textId="77777777" w:rsidTr="006F2A70">
        <w:trPr>
          <w:trHeight w:val="360"/>
        </w:trPr>
        <w:tc>
          <w:tcPr>
            <w:tcW w:w="9322" w:type="dxa"/>
            <w:gridSpan w:val="6"/>
            <w:shd w:val="clear" w:color="auto" w:fill="B6DDE8" w:themeFill="accent5" w:themeFillTint="66"/>
          </w:tcPr>
          <w:p w14:paraId="222CB82F"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5A3A490C" w14:textId="77777777" w:rsidTr="000073BB">
        <w:trPr>
          <w:trHeight w:val="360"/>
        </w:trPr>
        <w:tc>
          <w:tcPr>
            <w:tcW w:w="9322" w:type="dxa"/>
            <w:gridSpan w:val="6"/>
            <w:shd w:val="clear" w:color="auto" w:fill="auto"/>
          </w:tcPr>
          <w:p w14:paraId="041CA6DE" w14:textId="77777777" w:rsidR="002A2F1C" w:rsidRDefault="00277846" w:rsidP="00425713">
            <w:pPr>
              <w:spacing w:after="0" w:line="240" w:lineRule="auto"/>
              <w:rPr>
                <w:rFonts w:ascii="Arial" w:hAnsi="Arial" w:cs="Arial"/>
                <w:b/>
                <w:sz w:val="24"/>
                <w:szCs w:val="24"/>
              </w:rPr>
            </w:pPr>
            <w:r w:rsidRPr="0008454E">
              <w:rPr>
                <w:rFonts w:ascii="Arial" w:hAnsi="Arial" w:cs="Arial"/>
                <w:sz w:val="24"/>
                <w:szCs w:val="24"/>
              </w:rPr>
              <w:t>Early engagements with key stakeholders was instrumental in the success of the scheme delivery</w:t>
            </w:r>
            <w:r w:rsidR="00425713">
              <w:rPr>
                <w:rFonts w:ascii="Arial" w:hAnsi="Arial" w:cs="Arial"/>
                <w:sz w:val="24"/>
                <w:szCs w:val="24"/>
              </w:rPr>
              <w:t>.</w:t>
            </w:r>
          </w:p>
        </w:tc>
      </w:tr>
      <w:tr w:rsidR="000073BB" w:rsidRPr="00AF141B" w14:paraId="71F55DBB" w14:textId="77777777" w:rsidTr="000073BB">
        <w:trPr>
          <w:trHeight w:val="360"/>
        </w:trPr>
        <w:tc>
          <w:tcPr>
            <w:tcW w:w="9322" w:type="dxa"/>
            <w:gridSpan w:val="6"/>
            <w:shd w:val="clear" w:color="auto" w:fill="B6DDE8" w:themeFill="accent5" w:themeFillTint="66"/>
          </w:tcPr>
          <w:p w14:paraId="09112642"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129F3E4B" w14:textId="77777777" w:rsidTr="000073BB">
        <w:trPr>
          <w:trHeight w:val="360"/>
        </w:trPr>
        <w:tc>
          <w:tcPr>
            <w:tcW w:w="9322" w:type="dxa"/>
            <w:gridSpan w:val="6"/>
            <w:shd w:val="clear" w:color="auto" w:fill="auto"/>
          </w:tcPr>
          <w:p w14:paraId="6D19D221" w14:textId="77777777" w:rsidR="002E19CA" w:rsidRDefault="00277846" w:rsidP="000073BB">
            <w:pPr>
              <w:spacing w:after="0" w:line="240" w:lineRule="auto"/>
              <w:rPr>
                <w:rFonts w:ascii="Arial" w:hAnsi="Arial" w:cs="Arial"/>
                <w:sz w:val="24"/>
                <w:szCs w:val="24"/>
              </w:rPr>
            </w:pPr>
            <w:r>
              <w:rPr>
                <w:rFonts w:ascii="Arial" w:hAnsi="Arial" w:cs="Arial"/>
                <w:sz w:val="24"/>
                <w:szCs w:val="24"/>
              </w:rPr>
              <w:t>A structured approach to communications and forward works programming has been essential with the delivery of this scheme.</w:t>
            </w:r>
          </w:p>
        </w:tc>
      </w:tr>
      <w:tr w:rsidR="000073BB" w:rsidRPr="00AF141B" w14:paraId="71907127" w14:textId="77777777" w:rsidTr="000073BB">
        <w:trPr>
          <w:trHeight w:val="427"/>
        </w:trPr>
        <w:tc>
          <w:tcPr>
            <w:tcW w:w="9322" w:type="dxa"/>
            <w:gridSpan w:val="6"/>
            <w:shd w:val="clear" w:color="auto" w:fill="92CDDC" w:themeFill="accent5" w:themeFillTint="99"/>
          </w:tcPr>
          <w:p w14:paraId="022571EE"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(WelTAG Stage 5)</w:t>
            </w:r>
          </w:p>
        </w:tc>
      </w:tr>
      <w:tr w:rsidR="000073BB" w:rsidRPr="00AF141B" w14:paraId="59101F3D" w14:textId="77777777" w:rsidTr="000073BB">
        <w:trPr>
          <w:trHeight w:val="360"/>
        </w:trPr>
        <w:tc>
          <w:tcPr>
            <w:tcW w:w="9322" w:type="dxa"/>
            <w:gridSpan w:val="6"/>
            <w:shd w:val="clear" w:color="auto" w:fill="B6DDE8" w:themeFill="accent5" w:themeFillTint="66"/>
          </w:tcPr>
          <w:p w14:paraId="4D51E021"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increase in active travel</w:t>
            </w:r>
          </w:p>
        </w:tc>
      </w:tr>
      <w:tr w:rsidR="000073BB" w:rsidRPr="00AF141B" w14:paraId="718975FF" w14:textId="77777777" w:rsidTr="000073BB">
        <w:trPr>
          <w:trHeight w:val="360"/>
        </w:trPr>
        <w:tc>
          <w:tcPr>
            <w:tcW w:w="9322" w:type="dxa"/>
            <w:gridSpan w:val="6"/>
            <w:shd w:val="clear" w:color="auto" w:fill="auto"/>
          </w:tcPr>
          <w:p w14:paraId="5A8B4B6A" w14:textId="77777777" w:rsidR="00D8747C" w:rsidRPr="00927A1E" w:rsidRDefault="00D8747C" w:rsidP="00D8747C">
            <w:pPr>
              <w:pStyle w:val="ListParagraph"/>
              <w:numPr>
                <w:ilvl w:val="0"/>
                <w:numId w:val="17"/>
              </w:numPr>
              <w:spacing w:after="0" w:line="240" w:lineRule="auto"/>
              <w:ind w:left="362"/>
              <w:contextualSpacing/>
              <w:rPr>
                <w:rFonts w:ascii="Arial" w:hAnsi="Arial" w:cs="Arial"/>
                <w:sz w:val="24"/>
                <w:szCs w:val="24"/>
              </w:rPr>
            </w:pPr>
            <w:r w:rsidRPr="00927A1E">
              <w:rPr>
                <w:rFonts w:ascii="Arial" w:hAnsi="Arial" w:cs="Arial"/>
                <w:sz w:val="24"/>
                <w:szCs w:val="24"/>
              </w:rPr>
              <w:t>Safe and accessible infrastructure to promote access for all</w:t>
            </w:r>
          </w:p>
          <w:p w14:paraId="2CD8FCB2" w14:textId="77777777" w:rsidR="00D8747C" w:rsidRPr="00927A1E" w:rsidRDefault="00D8747C" w:rsidP="00D8747C">
            <w:pPr>
              <w:pStyle w:val="ListParagraph"/>
              <w:numPr>
                <w:ilvl w:val="0"/>
                <w:numId w:val="17"/>
              </w:numPr>
              <w:spacing w:after="0" w:line="240" w:lineRule="auto"/>
              <w:ind w:left="362"/>
              <w:contextualSpacing/>
              <w:rPr>
                <w:rFonts w:ascii="Arial" w:hAnsi="Arial" w:cs="Arial"/>
                <w:sz w:val="24"/>
                <w:szCs w:val="24"/>
              </w:rPr>
            </w:pPr>
            <w:r w:rsidRPr="00927A1E">
              <w:rPr>
                <w:rFonts w:ascii="Arial" w:hAnsi="Arial" w:cs="Arial"/>
                <w:sz w:val="24"/>
                <w:szCs w:val="24"/>
              </w:rPr>
              <w:t>More sustainable transport network</w:t>
            </w:r>
          </w:p>
          <w:p w14:paraId="1B6314AE" w14:textId="77777777" w:rsidR="002E19CA" w:rsidRDefault="00D8747C" w:rsidP="005D36FA">
            <w:pPr>
              <w:pStyle w:val="ListParagraph"/>
              <w:numPr>
                <w:ilvl w:val="0"/>
                <w:numId w:val="17"/>
              </w:numPr>
              <w:spacing w:after="0" w:line="240" w:lineRule="auto"/>
              <w:ind w:left="362"/>
              <w:contextualSpacing/>
              <w:rPr>
                <w:rFonts w:ascii="Arial" w:hAnsi="Arial" w:cs="Arial"/>
                <w:sz w:val="24"/>
                <w:szCs w:val="24"/>
              </w:rPr>
            </w:pPr>
            <w:r w:rsidRPr="00927A1E">
              <w:rPr>
                <w:rFonts w:ascii="Arial" w:hAnsi="Arial" w:cs="Arial"/>
                <w:sz w:val="24"/>
                <w:szCs w:val="24"/>
              </w:rPr>
              <w:t xml:space="preserve">Improved access to employment and services </w:t>
            </w:r>
          </w:p>
          <w:p w14:paraId="431D0CC9" w14:textId="77777777" w:rsidR="00425713" w:rsidRDefault="00425713" w:rsidP="005D36FA">
            <w:pPr>
              <w:pStyle w:val="ListParagraph"/>
              <w:numPr>
                <w:ilvl w:val="0"/>
                <w:numId w:val="17"/>
              </w:numPr>
              <w:spacing w:after="0" w:line="240" w:lineRule="auto"/>
              <w:ind w:left="362"/>
              <w:contextualSpacing/>
              <w:rPr>
                <w:rFonts w:ascii="Arial" w:hAnsi="Arial" w:cs="Arial"/>
                <w:sz w:val="24"/>
                <w:szCs w:val="24"/>
              </w:rPr>
            </w:pPr>
            <w:r>
              <w:rPr>
                <w:rFonts w:ascii="Arial" w:hAnsi="Arial" w:cs="Arial"/>
                <w:sz w:val="24"/>
                <w:szCs w:val="24"/>
              </w:rPr>
              <w:t>Reduced travel time</w:t>
            </w:r>
            <w:r w:rsidR="00A41D53">
              <w:rPr>
                <w:rFonts w:ascii="Arial" w:hAnsi="Arial" w:cs="Arial"/>
                <w:sz w:val="24"/>
                <w:szCs w:val="24"/>
              </w:rPr>
              <w:t xml:space="preserve"> for the Bus services </w:t>
            </w:r>
          </w:p>
          <w:p w14:paraId="4C804FFD" w14:textId="77777777" w:rsidR="00425713" w:rsidRPr="00B14DA7" w:rsidRDefault="00A41D53" w:rsidP="005D36FA">
            <w:pPr>
              <w:pStyle w:val="ListParagraph"/>
              <w:numPr>
                <w:ilvl w:val="0"/>
                <w:numId w:val="17"/>
              </w:numPr>
              <w:spacing w:after="0" w:line="240" w:lineRule="auto"/>
              <w:ind w:left="362"/>
              <w:contextualSpacing/>
              <w:rPr>
                <w:rFonts w:ascii="Arial" w:hAnsi="Arial" w:cs="Arial"/>
                <w:sz w:val="24"/>
                <w:szCs w:val="24"/>
              </w:rPr>
            </w:pPr>
            <w:r>
              <w:rPr>
                <w:rFonts w:ascii="Arial" w:hAnsi="Arial" w:cs="Arial"/>
                <w:sz w:val="24"/>
                <w:szCs w:val="24"/>
              </w:rPr>
              <w:t xml:space="preserve">Improved safety for active travel users through the link </w:t>
            </w:r>
            <w:r w:rsidR="00425713">
              <w:rPr>
                <w:rFonts w:ascii="Arial" w:hAnsi="Arial" w:cs="Arial"/>
                <w:sz w:val="24"/>
                <w:szCs w:val="24"/>
              </w:rPr>
              <w:t xml:space="preserve"> </w:t>
            </w:r>
          </w:p>
        </w:tc>
      </w:tr>
      <w:tr w:rsidR="000073BB" w:rsidRPr="00AF141B" w14:paraId="01EE66B9" w14:textId="77777777" w:rsidTr="000073BB">
        <w:trPr>
          <w:trHeight w:val="360"/>
        </w:trPr>
        <w:tc>
          <w:tcPr>
            <w:tcW w:w="9322" w:type="dxa"/>
            <w:gridSpan w:val="6"/>
            <w:shd w:val="clear" w:color="auto" w:fill="B6DDE8" w:themeFill="accent5" w:themeFillTint="66"/>
          </w:tcPr>
          <w:p w14:paraId="4180B6B7"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160D17C3" w14:textId="77777777" w:rsidTr="000073BB">
        <w:trPr>
          <w:trHeight w:val="360"/>
        </w:trPr>
        <w:tc>
          <w:tcPr>
            <w:tcW w:w="9322" w:type="dxa"/>
            <w:gridSpan w:val="6"/>
            <w:shd w:val="clear" w:color="auto" w:fill="auto"/>
          </w:tcPr>
          <w:p w14:paraId="31E76B53" w14:textId="77777777" w:rsidR="002E19CA" w:rsidRPr="001E0A28" w:rsidRDefault="001E0A28" w:rsidP="000073BB">
            <w:pPr>
              <w:spacing w:after="0" w:line="240" w:lineRule="auto"/>
              <w:rPr>
                <w:rFonts w:ascii="Arial" w:hAnsi="Arial" w:cs="Arial"/>
                <w:sz w:val="24"/>
                <w:szCs w:val="24"/>
              </w:rPr>
            </w:pPr>
            <w:r w:rsidRPr="001E0A28">
              <w:rPr>
                <w:rFonts w:ascii="Arial" w:hAnsi="Arial" w:cs="Arial"/>
                <w:sz w:val="24"/>
                <w:szCs w:val="24"/>
              </w:rPr>
              <w:t>As above</w:t>
            </w:r>
          </w:p>
        </w:tc>
      </w:tr>
      <w:tr w:rsidR="00F53AA9" w:rsidRPr="00AF141B" w14:paraId="591E97BF" w14:textId="77777777" w:rsidTr="00F53AA9">
        <w:trPr>
          <w:trHeight w:val="412"/>
        </w:trPr>
        <w:tc>
          <w:tcPr>
            <w:tcW w:w="9322" w:type="dxa"/>
            <w:gridSpan w:val="6"/>
            <w:shd w:val="clear" w:color="auto" w:fill="B6DDE8" w:themeFill="accent5" w:themeFillTint="66"/>
          </w:tcPr>
          <w:p w14:paraId="0F555EB2"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765E01CD" w14:textId="77777777" w:rsidTr="00F53AA9">
        <w:trPr>
          <w:trHeight w:val="412"/>
        </w:trPr>
        <w:tc>
          <w:tcPr>
            <w:tcW w:w="9322" w:type="dxa"/>
            <w:gridSpan w:val="6"/>
            <w:shd w:val="clear" w:color="auto" w:fill="auto"/>
          </w:tcPr>
          <w:p w14:paraId="05B0665D" w14:textId="77777777" w:rsidR="00940D3B" w:rsidRDefault="00940D3B" w:rsidP="00940D3B">
            <w:pPr>
              <w:pStyle w:val="ListParagraph"/>
              <w:numPr>
                <w:ilvl w:val="0"/>
                <w:numId w:val="15"/>
              </w:numPr>
              <w:spacing w:after="0" w:line="240" w:lineRule="auto"/>
              <w:rPr>
                <w:rFonts w:ascii="Arial" w:hAnsi="Arial" w:cs="Arial"/>
                <w:sz w:val="24"/>
                <w:szCs w:val="24"/>
              </w:rPr>
            </w:pPr>
            <w:r w:rsidRPr="00957705">
              <w:rPr>
                <w:rFonts w:ascii="Arial" w:hAnsi="Arial" w:cs="Arial"/>
                <w:sz w:val="24"/>
                <w:szCs w:val="24"/>
              </w:rPr>
              <w:lastRenderedPageBreak/>
              <w:t xml:space="preserve">Post scheme meetings with </w:t>
            </w:r>
            <w:r w:rsidR="008B6FDC">
              <w:rPr>
                <w:rFonts w:ascii="Arial" w:hAnsi="Arial" w:cs="Arial"/>
                <w:sz w:val="24"/>
                <w:szCs w:val="24"/>
              </w:rPr>
              <w:t xml:space="preserve">businesses and </w:t>
            </w:r>
            <w:r w:rsidR="00425713">
              <w:rPr>
                <w:rFonts w:ascii="Arial" w:hAnsi="Arial" w:cs="Arial"/>
                <w:sz w:val="24"/>
                <w:szCs w:val="24"/>
              </w:rPr>
              <w:t xml:space="preserve">Deeside Business Forum </w:t>
            </w:r>
          </w:p>
          <w:p w14:paraId="5B53A772" w14:textId="77777777" w:rsidR="00940D3B" w:rsidRDefault="00940D3B" w:rsidP="00940D3B">
            <w:pPr>
              <w:pStyle w:val="ListParagraph"/>
              <w:numPr>
                <w:ilvl w:val="0"/>
                <w:numId w:val="15"/>
              </w:numPr>
              <w:spacing w:after="0" w:line="240" w:lineRule="auto"/>
              <w:rPr>
                <w:rFonts w:ascii="Arial" w:hAnsi="Arial" w:cs="Arial"/>
                <w:sz w:val="24"/>
                <w:szCs w:val="24"/>
              </w:rPr>
            </w:pPr>
            <w:r w:rsidRPr="00957705">
              <w:rPr>
                <w:rFonts w:ascii="Arial" w:hAnsi="Arial" w:cs="Arial"/>
                <w:sz w:val="24"/>
                <w:szCs w:val="24"/>
              </w:rPr>
              <w:t>Regular site visits and associated surveys.</w:t>
            </w:r>
          </w:p>
          <w:p w14:paraId="334B99F4" w14:textId="77777777" w:rsidR="00F53AA9" w:rsidRPr="00B14DA7" w:rsidRDefault="00E521D3" w:rsidP="00425713">
            <w:pPr>
              <w:pStyle w:val="ListParagraph"/>
              <w:numPr>
                <w:ilvl w:val="0"/>
                <w:numId w:val="15"/>
              </w:numPr>
              <w:rPr>
                <w:rFonts w:ascii="Arial" w:hAnsi="Arial" w:cs="Arial"/>
                <w:sz w:val="24"/>
                <w:szCs w:val="24"/>
              </w:rPr>
            </w:pPr>
            <w:r>
              <w:rPr>
                <w:rFonts w:ascii="Arial" w:hAnsi="Arial" w:cs="Arial"/>
                <w:sz w:val="24"/>
                <w:szCs w:val="24"/>
              </w:rPr>
              <w:t xml:space="preserve">Feedback from the bus operators </w:t>
            </w:r>
          </w:p>
        </w:tc>
      </w:tr>
      <w:tr w:rsidR="006F2A70" w:rsidRPr="00AF141B" w14:paraId="098BC623" w14:textId="77777777" w:rsidTr="002A2F1C">
        <w:trPr>
          <w:trHeight w:val="360"/>
        </w:trPr>
        <w:tc>
          <w:tcPr>
            <w:tcW w:w="9322" w:type="dxa"/>
            <w:gridSpan w:val="6"/>
            <w:shd w:val="clear" w:color="auto" w:fill="B6DDE8" w:themeFill="accent5" w:themeFillTint="66"/>
          </w:tcPr>
          <w:p w14:paraId="0F77FF5A"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057CDD73" w14:textId="77777777" w:rsidTr="000073BB">
        <w:trPr>
          <w:trHeight w:val="360"/>
        </w:trPr>
        <w:tc>
          <w:tcPr>
            <w:tcW w:w="9322" w:type="dxa"/>
            <w:gridSpan w:val="6"/>
            <w:shd w:val="clear" w:color="auto" w:fill="auto"/>
          </w:tcPr>
          <w:p w14:paraId="523CE728" w14:textId="77777777" w:rsidR="002A2F1C" w:rsidRDefault="00885A79" w:rsidP="004D3A4B">
            <w:pPr>
              <w:spacing w:after="0" w:line="240" w:lineRule="auto"/>
              <w:rPr>
                <w:rFonts w:ascii="Arial" w:hAnsi="Arial" w:cs="Arial"/>
                <w:b/>
                <w:sz w:val="24"/>
                <w:szCs w:val="24"/>
              </w:rPr>
            </w:pPr>
            <w:r>
              <w:rPr>
                <w:rFonts w:ascii="Arial" w:hAnsi="Arial" w:cs="Arial"/>
                <w:sz w:val="24"/>
                <w:szCs w:val="24"/>
              </w:rPr>
              <w:t>n/a</w:t>
            </w:r>
          </w:p>
        </w:tc>
      </w:tr>
      <w:tr w:rsidR="002A2F1C" w:rsidRPr="00AF141B" w14:paraId="47A0076A" w14:textId="77777777" w:rsidTr="002A2F1C">
        <w:trPr>
          <w:trHeight w:val="360"/>
        </w:trPr>
        <w:tc>
          <w:tcPr>
            <w:tcW w:w="9322" w:type="dxa"/>
            <w:gridSpan w:val="6"/>
            <w:shd w:val="clear" w:color="auto" w:fill="B6DDE8" w:themeFill="accent5" w:themeFillTint="66"/>
          </w:tcPr>
          <w:p w14:paraId="2248382E"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53CFCCAB" w14:textId="77777777" w:rsidTr="000073BB">
        <w:trPr>
          <w:trHeight w:val="360"/>
        </w:trPr>
        <w:tc>
          <w:tcPr>
            <w:tcW w:w="9322" w:type="dxa"/>
            <w:gridSpan w:val="6"/>
            <w:shd w:val="clear" w:color="auto" w:fill="auto"/>
          </w:tcPr>
          <w:p w14:paraId="61494B04" w14:textId="77777777" w:rsidR="002A2F1C" w:rsidRDefault="00A172F6" w:rsidP="000073BB">
            <w:pPr>
              <w:spacing w:after="0" w:line="240" w:lineRule="auto"/>
              <w:rPr>
                <w:rFonts w:ascii="Arial" w:hAnsi="Arial" w:cs="Arial"/>
                <w:b/>
                <w:sz w:val="24"/>
                <w:szCs w:val="24"/>
              </w:rPr>
            </w:pPr>
            <w:r w:rsidRPr="00AB14C5">
              <w:rPr>
                <w:rFonts w:ascii="Arial" w:hAnsi="Arial" w:cs="Arial"/>
                <w:sz w:val="24"/>
                <w:szCs w:val="24"/>
              </w:rPr>
              <w:t>Internal review board</w:t>
            </w:r>
            <w:r w:rsidR="0060597A" w:rsidRPr="00AB14C5">
              <w:rPr>
                <w:rFonts w:ascii="Arial" w:hAnsi="Arial" w:cs="Arial"/>
                <w:sz w:val="24"/>
                <w:szCs w:val="24"/>
              </w:rPr>
              <w:t xml:space="preserve"> had regular meetings to discuss the scheme outcomes</w:t>
            </w:r>
            <w:r w:rsidR="0060597A">
              <w:rPr>
                <w:rFonts w:ascii="Arial" w:hAnsi="Arial" w:cs="Arial"/>
                <w:b/>
                <w:sz w:val="24"/>
                <w:szCs w:val="24"/>
              </w:rPr>
              <w:t>.</w:t>
            </w:r>
          </w:p>
        </w:tc>
      </w:tr>
      <w:tr w:rsidR="000073BB" w:rsidRPr="00AF141B" w14:paraId="184F8247" w14:textId="77777777" w:rsidTr="000073BB">
        <w:trPr>
          <w:trHeight w:val="360"/>
        </w:trPr>
        <w:tc>
          <w:tcPr>
            <w:tcW w:w="9322" w:type="dxa"/>
            <w:gridSpan w:val="6"/>
            <w:shd w:val="clear" w:color="auto" w:fill="B6DDE8" w:themeFill="accent5" w:themeFillTint="66"/>
          </w:tcPr>
          <w:p w14:paraId="65EB8B65"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31A92CD1" w14:textId="77777777" w:rsidTr="000073BB">
        <w:trPr>
          <w:trHeight w:val="360"/>
        </w:trPr>
        <w:tc>
          <w:tcPr>
            <w:tcW w:w="9322" w:type="dxa"/>
            <w:gridSpan w:val="6"/>
            <w:shd w:val="clear" w:color="auto" w:fill="auto"/>
          </w:tcPr>
          <w:p w14:paraId="3D459670" w14:textId="77777777" w:rsidR="002E19CA" w:rsidRDefault="00885A79" w:rsidP="00E521D3">
            <w:pPr>
              <w:rPr>
                <w:rFonts w:ascii="Arial" w:hAnsi="Arial" w:cs="Arial"/>
                <w:sz w:val="24"/>
                <w:szCs w:val="24"/>
              </w:rPr>
            </w:pPr>
            <w:r>
              <w:rPr>
                <w:rFonts w:ascii="Arial" w:hAnsi="Arial" w:cs="Arial"/>
                <w:sz w:val="24"/>
                <w:szCs w:val="24"/>
              </w:rPr>
              <w:t>Scheme planning and communication is key to deliver a successful outcome. I</w:t>
            </w:r>
            <w:r w:rsidR="00AB14C5" w:rsidRPr="001E6AE5">
              <w:rPr>
                <w:rFonts w:ascii="Arial" w:hAnsi="Arial" w:cs="Arial"/>
                <w:sz w:val="24"/>
                <w:szCs w:val="24"/>
              </w:rPr>
              <w:t>mprovements</w:t>
            </w:r>
            <w:r w:rsidR="00AB14C5">
              <w:rPr>
                <w:rFonts w:ascii="Arial" w:hAnsi="Arial" w:cs="Arial"/>
                <w:sz w:val="24"/>
                <w:szCs w:val="24"/>
              </w:rPr>
              <w:t xml:space="preserve"> have</w:t>
            </w:r>
            <w:r w:rsidR="00AB14C5" w:rsidRPr="001E6AE5">
              <w:rPr>
                <w:rFonts w:ascii="Arial" w:hAnsi="Arial" w:cs="Arial"/>
                <w:sz w:val="24"/>
                <w:szCs w:val="24"/>
              </w:rPr>
              <w:t xml:space="preserve"> greatly </w:t>
            </w:r>
            <w:r w:rsidRPr="001E6AE5">
              <w:rPr>
                <w:rFonts w:ascii="Arial" w:hAnsi="Arial" w:cs="Arial"/>
                <w:sz w:val="24"/>
                <w:szCs w:val="24"/>
              </w:rPr>
              <w:t>enhance</w:t>
            </w:r>
            <w:r>
              <w:rPr>
                <w:rFonts w:ascii="Arial" w:hAnsi="Arial" w:cs="Arial"/>
                <w:sz w:val="24"/>
                <w:szCs w:val="24"/>
              </w:rPr>
              <w:t xml:space="preserve">d accessibility and reduced </w:t>
            </w:r>
            <w:r w:rsidR="00E521D3">
              <w:rPr>
                <w:rFonts w:ascii="Arial" w:hAnsi="Arial" w:cs="Arial"/>
                <w:sz w:val="24"/>
                <w:szCs w:val="24"/>
              </w:rPr>
              <w:t xml:space="preserve">bus journey travel times. </w:t>
            </w:r>
          </w:p>
        </w:tc>
      </w:tr>
    </w:tbl>
    <w:p w14:paraId="42291781" w14:textId="77777777" w:rsidR="0040708C" w:rsidRDefault="0040708C" w:rsidP="00275C4B">
      <w:pPr>
        <w:spacing w:after="0" w:line="240" w:lineRule="auto"/>
        <w:jc w:val="center"/>
        <w:rPr>
          <w:rFonts w:ascii="Arial" w:hAnsi="Arial" w:cs="Arial"/>
          <w:b/>
          <w:sz w:val="24"/>
          <w:szCs w:val="24"/>
        </w:rPr>
      </w:pPr>
    </w:p>
    <w:p w14:paraId="3D7797F0"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300CB77E"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4F1712A4" w14:textId="77777777" w:rsidTr="006F2A70">
        <w:tc>
          <w:tcPr>
            <w:tcW w:w="14174" w:type="dxa"/>
            <w:gridSpan w:val="3"/>
            <w:shd w:val="solid" w:color="B6DDE8" w:themeColor="accent5" w:themeTint="66" w:fill="auto"/>
          </w:tcPr>
          <w:p w14:paraId="72E8266D"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3277FCF8" w14:textId="77777777" w:rsidTr="006F2A70">
        <w:trPr>
          <w:trHeight w:val="298"/>
        </w:trPr>
        <w:tc>
          <w:tcPr>
            <w:tcW w:w="4724" w:type="dxa"/>
            <w:shd w:val="clear" w:color="B6DDE8" w:themeColor="accent5" w:themeTint="66" w:fill="auto"/>
          </w:tcPr>
          <w:p w14:paraId="4332FEE9"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166A089D"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7CD92BF3"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F576A80" w14:textId="77777777" w:rsidTr="006F2A70">
        <w:tc>
          <w:tcPr>
            <w:tcW w:w="4724" w:type="dxa"/>
            <w:shd w:val="clear" w:color="B6DDE8" w:themeColor="accent5" w:themeTint="66" w:fill="auto"/>
          </w:tcPr>
          <w:p w14:paraId="40307AF4" w14:textId="77777777" w:rsidR="00DD0E81" w:rsidRDefault="00DD0E81" w:rsidP="00DD0E81">
            <w:pPr>
              <w:spacing w:after="0" w:line="240" w:lineRule="auto"/>
              <w:rPr>
                <w:rFonts w:ascii="Arial" w:hAnsi="Arial" w:cs="Arial"/>
              </w:rPr>
            </w:pPr>
          </w:p>
          <w:p w14:paraId="1EE9B9B6"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07863125"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2180A7E" w14:textId="77777777" w:rsidR="00DD0E81" w:rsidRPr="006F2FC7" w:rsidRDefault="00DD0E81" w:rsidP="00DD0E81">
            <w:pPr>
              <w:spacing w:after="0" w:line="240" w:lineRule="auto"/>
              <w:rPr>
                <w:rFonts w:ascii="Arial" w:hAnsi="Arial" w:cs="Arial"/>
              </w:rPr>
            </w:pPr>
          </w:p>
        </w:tc>
      </w:tr>
      <w:tr w:rsidR="00DD0E81" w14:paraId="01FC1B57" w14:textId="77777777" w:rsidTr="006F2A70">
        <w:tc>
          <w:tcPr>
            <w:tcW w:w="14174" w:type="dxa"/>
            <w:gridSpan w:val="3"/>
            <w:shd w:val="solid" w:color="B6DDE8" w:themeColor="accent5" w:themeTint="66" w:fill="auto"/>
          </w:tcPr>
          <w:p w14:paraId="479D8B76"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3B5F4F71" w14:textId="77777777" w:rsidTr="006F2A70">
        <w:trPr>
          <w:trHeight w:val="455"/>
        </w:trPr>
        <w:tc>
          <w:tcPr>
            <w:tcW w:w="4724" w:type="dxa"/>
            <w:shd w:val="clear" w:color="B6DDE8" w:themeColor="accent5" w:themeTint="66" w:fill="auto"/>
          </w:tcPr>
          <w:p w14:paraId="3FB19A8B"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1B829A59"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7C67F642"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011E4409" w14:textId="77777777" w:rsidTr="006F2A70">
        <w:tc>
          <w:tcPr>
            <w:tcW w:w="4724" w:type="dxa"/>
            <w:shd w:val="clear" w:color="B6DDE8" w:themeColor="accent5" w:themeTint="66" w:fill="auto"/>
          </w:tcPr>
          <w:p w14:paraId="5277797E" w14:textId="77777777" w:rsidR="00DD0E81" w:rsidRDefault="00DD0E81" w:rsidP="00DD0E81">
            <w:pPr>
              <w:spacing w:after="0" w:line="240" w:lineRule="auto"/>
              <w:rPr>
                <w:rFonts w:ascii="Arial" w:hAnsi="Arial" w:cs="Arial"/>
              </w:rPr>
            </w:pPr>
          </w:p>
          <w:p w14:paraId="4C7CAFA3"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66AEA63"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EAEC091" w14:textId="77777777" w:rsidR="00DD0E81" w:rsidRPr="006F2FC7" w:rsidRDefault="00DD0E81" w:rsidP="00DD0E81">
            <w:pPr>
              <w:spacing w:after="0" w:line="240" w:lineRule="auto"/>
              <w:rPr>
                <w:rFonts w:ascii="Arial" w:hAnsi="Arial" w:cs="Arial"/>
              </w:rPr>
            </w:pPr>
          </w:p>
        </w:tc>
      </w:tr>
      <w:tr w:rsidR="00DD0E81" w14:paraId="79035C91" w14:textId="77777777" w:rsidTr="006F2A70">
        <w:tc>
          <w:tcPr>
            <w:tcW w:w="14174" w:type="dxa"/>
            <w:gridSpan w:val="3"/>
            <w:shd w:val="solid" w:color="B6DDE8" w:themeColor="accent5" w:themeTint="66" w:fill="auto"/>
          </w:tcPr>
          <w:p w14:paraId="0124BA15"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606E20AE" w14:textId="77777777" w:rsidTr="006F2A70">
        <w:tc>
          <w:tcPr>
            <w:tcW w:w="4724" w:type="dxa"/>
            <w:shd w:val="clear" w:color="B6DDE8" w:themeColor="accent5" w:themeTint="66" w:fill="auto"/>
          </w:tcPr>
          <w:p w14:paraId="11032112"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0187A8B"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0621F985"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47FF0C7B" w14:textId="77777777" w:rsidTr="006F2A70">
        <w:tc>
          <w:tcPr>
            <w:tcW w:w="4724" w:type="dxa"/>
            <w:shd w:val="clear" w:color="B6DDE8" w:themeColor="accent5" w:themeTint="66" w:fill="auto"/>
          </w:tcPr>
          <w:p w14:paraId="7BE8AA58" w14:textId="77777777" w:rsidR="00DD0E81" w:rsidRDefault="00DD0E81" w:rsidP="00DD0E81">
            <w:pPr>
              <w:spacing w:after="0" w:line="240" w:lineRule="auto"/>
              <w:rPr>
                <w:rFonts w:ascii="Arial" w:hAnsi="Arial" w:cs="Arial"/>
              </w:rPr>
            </w:pPr>
          </w:p>
          <w:p w14:paraId="27DBEAD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ACCA068"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7328401" w14:textId="77777777" w:rsidR="00DD0E81" w:rsidRPr="006F2FC7" w:rsidRDefault="00DD0E81" w:rsidP="00DD0E81">
            <w:pPr>
              <w:spacing w:after="0" w:line="240" w:lineRule="auto"/>
              <w:rPr>
                <w:rFonts w:ascii="Arial" w:hAnsi="Arial" w:cs="Arial"/>
              </w:rPr>
            </w:pPr>
          </w:p>
        </w:tc>
      </w:tr>
      <w:tr w:rsidR="00DD0E81" w14:paraId="5F36B246" w14:textId="77777777" w:rsidTr="006F2A70">
        <w:tc>
          <w:tcPr>
            <w:tcW w:w="14174" w:type="dxa"/>
            <w:gridSpan w:val="3"/>
            <w:shd w:val="solid" w:color="B6DDE8" w:themeColor="accent5" w:themeTint="66" w:fill="auto"/>
          </w:tcPr>
          <w:p w14:paraId="1E8E96AA"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6F6A535D" w14:textId="77777777" w:rsidTr="006F2A70">
        <w:tc>
          <w:tcPr>
            <w:tcW w:w="4724" w:type="dxa"/>
            <w:shd w:val="clear" w:color="B6DDE8" w:themeColor="accent5" w:themeTint="66" w:fill="auto"/>
          </w:tcPr>
          <w:p w14:paraId="50622250"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5FCB2CB4"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107EE6D6"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70C4A5A9" w14:textId="77777777" w:rsidTr="006F2A70">
        <w:tc>
          <w:tcPr>
            <w:tcW w:w="4724" w:type="dxa"/>
            <w:shd w:val="clear" w:color="B6DDE8" w:themeColor="accent5" w:themeTint="66" w:fill="auto"/>
          </w:tcPr>
          <w:p w14:paraId="5D0D1CC1" w14:textId="77777777" w:rsidR="00DD0E81" w:rsidRDefault="00DD0E81" w:rsidP="00DD0E81">
            <w:pPr>
              <w:spacing w:after="0" w:line="240" w:lineRule="auto"/>
              <w:rPr>
                <w:rFonts w:ascii="Arial" w:hAnsi="Arial" w:cs="Arial"/>
              </w:rPr>
            </w:pPr>
          </w:p>
          <w:p w14:paraId="5B150F9F"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2053C19"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DDF7628" w14:textId="77777777" w:rsidR="00DD0E81" w:rsidRPr="006F2FC7" w:rsidRDefault="00DD0E81" w:rsidP="00DD0E81">
            <w:pPr>
              <w:spacing w:after="0" w:line="240" w:lineRule="auto"/>
              <w:rPr>
                <w:rFonts w:ascii="Arial" w:hAnsi="Arial" w:cs="Arial"/>
              </w:rPr>
            </w:pPr>
          </w:p>
        </w:tc>
      </w:tr>
      <w:tr w:rsidR="00DD0E81" w14:paraId="7776A2EB" w14:textId="77777777" w:rsidTr="006F2A70">
        <w:tc>
          <w:tcPr>
            <w:tcW w:w="14174" w:type="dxa"/>
            <w:gridSpan w:val="3"/>
            <w:shd w:val="solid" w:color="B6DDE8" w:themeColor="accent5" w:themeTint="66" w:fill="auto"/>
          </w:tcPr>
          <w:p w14:paraId="43142906"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61D83A02" w14:textId="77777777" w:rsidTr="006F2A70">
        <w:tc>
          <w:tcPr>
            <w:tcW w:w="14174" w:type="dxa"/>
            <w:gridSpan w:val="3"/>
            <w:shd w:val="clear" w:color="B6DDE8" w:themeColor="accent5" w:themeTint="66" w:fill="auto"/>
          </w:tcPr>
          <w:p w14:paraId="1D55061D"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2131B5A9" w14:textId="77777777" w:rsidTr="006F2A70">
        <w:tc>
          <w:tcPr>
            <w:tcW w:w="14174" w:type="dxa"/>
            <w:gridSpan w:val="3"/>
            <w:shd w:val="clear" w:color="B6DDE8" w:themeColor="accent5" w:themeTint="66" w:fill="auto"/>
          </w:tcPr>
          <w:p w14:paraId="3F3656C3" w14:textId="77777777" w:rsidR="00DD0E81" w:rsidRDefault="00DD0E81" w:rsidP="00DD0E81">
            <w:pPr>
              <w:spacing w:after="0" w:line="240" w:lineRule="auto"/>
              <w:rPr>
                <w:rFonts w:ascii="Arial" w:hAnsi="Arial" w:cs="Arial"/>
              </w:rPr>
            </w:pPr>
          </w:p>
          <w:p w14:paraId="22AB503B" w14:textId="77777777" w:rsidR="00DD0E81" w:rsidRPr="006F2FC7" w:rsidRDefault="00DD0E81" w:rsidP="00DD0E81">
            <w:pPr>
              <w:spacing w:after="0" w:line="240" w:lineRule="auto"/>
              <w:rPr>
                <w:rFonts w:ascii="Arial" w:hAnsi="Arial" w:cs="Arial"/>
              </w:rPr>
            </w:pPr>
          </w:p>
        </w:tc>
      </w:tr>
      <w:tr w:rsidR="00DD0E81" w14:paraId="6E2DDDC8" w14:textId="77777777" w:rsidTr="006F2A70">
        <w:tc>
          <w:tcPr>
            <w:tcW w:w="14174" w:type="dxa"/>
            <w:gridSpan w:val="3"/>
            <w:shd w:val="solid" w:color="B6DDE8" w:themeColor="accent5" w:themeTint="66" w:fill="auto"/>
          </w:tcPr>
          <w:p w14:paraId="0B12E027"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1713DCBB" w14:textId="77777777" w:rsidTr="006F2A70">
        <w:tc>
          <w:tcPr>
            <w:tcW w:w="14174" w:type="dxa"/>
            <w:gridSpan w:val="3"/>
            <w:shd w:val="clear" w:color="B6DDE8" w:themeColor="accent5" w:themeTint="66" w:fill="auto"/>
          </w:tcPr>
          <w:p w14:paraId="70A22289"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45BEA929" w14:textId="77777777" w:rsidTr="006F2A70">
        <w:tc>
          <w:tcPr>
            <w:tcW w:w="14174" w:type="dxa"/>
            <w:gridSpan w:val="3"/>
            <w:shd w:val="clear" w:color="B6DDE8" w:themeColor="accent5" w:themeTint="66" w:fill="auto"/>
          </w:tcPr>
          <w:p w14:paraId="7007A841" w14:textId="77777777" w:rsidR="00DD0E81" w:rsidRDefault="00DD0E81" w:rsidP="00DD0E81">
            <w:pPr>
              <w:spacing w:after="0" w:line="240" w:lineRule="auto"/>
            </w:pPr>
          </w:p>
          <w:p w14:paraId="70CEB9E6" w14:textId="77777777" w:rsidR="003925DA" w:rsidRDefault="003925DA" w:rsidP="00DD0E81">
            <w:pPr>
              <w:spacing w:after="0" w:line="240" w:lineRule="auto"/>
            </w:pPr>
          </w:p>
        </w:tc>
      </w:tr>
    </w:tbl>
    <w:p w14:paraId="3E6C666E"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5FA27050"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5BB8B8B"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36E55593"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1710A878" w14:textId="77777777" w:rsidR="00B1627E" w:rsidRDefault="00B1627E">
      <w:pPr>
        <w:spacing w:after="0" w:line="240" w:lineRule="auto"/>
        <w:rPr>
          <w:rFonts w:ascii="Arial" w:hAnsi="Arial" w:cs="Arial"/>
          <w:b/>
          <w:sz w:val="24"/>
          <w:szCs w:val="24"/>
        </w:rPr>
      </w:pPr>
      <w:r>
        <w:rPr>
          <w:rFonts w:cs="Arial"/>
          <w:b/>
          <w:szCs w:val="24"/>
        </w:rPr>
        <w:br w:type="page"/>
      </w:r>
    </w:p>
    <w:p w14:paraId="751BC2AE"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73CFB122" w14:textId="77777777" w:rsidTr="006F2A70">
        <w:tc>
          <w:tcPr>
            <w:tcW w:w="14174" w:type="dxa"/>
            <w:gridSpan w:val="3"/>
            <w:shd w:val="solid" w:color="B6DDE8" w:themeColor="accent5" w:themeTint="66" w:fill="auto"/>
          </w:tcPr>
          <w:p w14:paraId="45088B2A"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20D1CF65" w14:textId="77777777" w:rsidTr="006F2A70">
        <w:tc>
          <w:tcPr>
            <w:tcW w:w="4724" w:type="dxa"/>
            <w:shd w:val="clear" w:color="B6DDE8" w:themeColor="accent5" w:themeTint="66" w:fill="auto"/>
          </w:tcPr>
          <w:p w14:paraId="01CB4E41"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6F85D27A"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7BE87B5E"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35D19E28" w14:textId="77777777" w:rsidTr="006F2A70">
        <w:tc>
          <w:tcPr>
            <w:tcW w:w="4724" w:type="dxa"/>
            <w:shd w:val="clear" w:color="B6DDE8" w:themeColor="accent5" w:themeTint="66" w:fill="auto"/>
          </w:tcPr>
          <w:p w14:paraId="2C0E0E1D" w14:textId="77777777" w:rsidR="00DD0E81" w:rsidRDefault="00DD0E81" w:rsidP="003925DA">
            <w:pPr>
              <w:spacing w:after="0" w:line="240" w:lineRule="auto"/>
              <w:rPr>
                <w:rFonts w:ascii="Arial" w:hAnsi="Arial" w:cs="Arial"/>
              </w:rPr>
            </w:pPr>
          </w:p>
          <w:p w14:paraId="32403FC2"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5DACB6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15BAAED3" w14:textId="77777777" w:rsidR="00DD0E81" w:rsidRPr="006F2FC7" w:rsidRDefault="00DD0E81" w:rsidP="003925DA">
            <w:pPr>
              <w:spacing w:after="0" w:line="240" w:lineRule="auto"/>
              <w:rPr>
                <w:rFonts w:ascii="Arial" w:hAnsi="Arial" w:cs="Arial"/>
              </w:rPr>
            </w:pPr>
          </w:p>
        </w:tc>
      </w:tr>
      <w:tr w:rsidR="00DD0E81" w14:paraId="235567A4" w14:textId="77777777" w:rsidTr="006F2A70">
        <w:tc>
          <w:tcPr>
            <w:tcW w:w="14174" w:type="dxa"/>
            <w:gridSpan w:val="3"/>
            <w:shd w:val="solid" w:color="B6DDE8" w:themeColor="accent5" w:themeTint="66" w:fill="auto"/>
          </w:tcPr>
          <w:p w14:paraId="45AD45A3"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0ADDD0E2" w14:textId="77777777" w:rsidTr="006F2A70">
        <w:tc>
          <w:tcPr>
            <w:tcW w:w="4724" w:type="dxa"/>
            <w:shd w:val="clear" w:color="B6DDE8" w:themeColor="accent5" w:themeTint="66" w:fill="auto"/>
          </w:tcPr>
          <w:p w14:paraId="1E75C7DC"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27810F20"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1D2E0E0D"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1D09304A" w14:textId="77777777" w:rsidTr="006F2A70">
        <w:tc>
          <w:tcPr>
            <w:tcW w:w="4724" w:type="dxa"/>
            <w:shd w:val="clear" w:color="B6DDE8" w:themeColor="accent5" w:themeTint="66" w:fill="auto"/>
          </w:tcPr>
          <w:p w14:paraId="7AA31E81" w14:textId="77777777" w:rsidR="00DD0E81" w:rsidRDefault="00DD0E81" w:rsidP="003925DA">
            <w:pPr>
              <w:spacing w:after="0" w:line="240" w:lineRule="auto"/>
              <w:rPr>
                <w:rFonts w:ascii="Arial" w:hAnsi="Arial" w:cs="Arial"/>
              </w:rPr>
            </w:pPr>
          </w:p>
          <w:p w14:paraId="5ED621BD"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7D938A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435E8B0C" w14:textId="77777777" w:rsidR="00DD0E81" w:rsidRPr="006F2FC7" w:rsidRDefault="00DD0E81" w:rsidP="003925DA">
            <w:pPr>
              <w:spacing w:after="0" w:line="240" w:lineRule="auto"/>
              <w:rPr>
                <w:rFonts w:ascii="Arial" w:hAnsi="Arial" w:cs="Arial"/>
              </w:rPr>
            </w:pPr>
          </w:p>
        </w:tc>
      </w:tr>
      <w:tr w:rsidR="00DD0E81" w14:paraId="633BA0BC" w14:textId="77777777" w:rsidTr="006F2A70">
        <w:tc>
          <w:tcPr>
            <w:tcW w:w="14174" w:type="dxa"/>
            <w:gridSpan w:val="3"/>
            <w:shd w:val="solid" w:color="B6DDE8" w:themeColor="accent5" w:themeTint="66" w:fill="auto"/>
          </w:tcPr>
          <w:p w14:paraId="048E5410"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0F6F3C8E" w14:textId="77777777" w:rsidTr="006F2A70">
        <w:tc>
          <w:tcPr>
            <w:tcW w:w="4724" w:type="dxa"/>
            <w:shd w:val="clear" w:color="B6DDE8" w:themeColor="accent5" w:themeTint="66" w:fill="auto"/>
          </w:tcPr>
          <w:p w14:paraId="01922B9C"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5F9FB4F2"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0CED8761"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71E8E35D" w14:textId="77777777" w:rsidTr="006F2A70">
        <w:tc>
          <w:tcPr>
            <w:tcW w:w="4724" w:type="dxa"/>
            <w:shd w:val="clear" w:color="B6DDE8" w:themeColor="accent5" w:themeTint="66" w:fill="auto"/>
          </w:tcPr>
          <w:p w14:paraId="3972BC6C" w14:textId="77777777" w:rsidR="00DD0E81" w:rsidRDefault="00DD0E81" w:rsidP="003925DA">
            <w:pPr>
              <w:spacing w:after="0" w:line="240" w:lineRule="auto"/>
              <w:rPr>
                <w:rFonts w:ascii="Arial" w:hAnsi="Arial" w:cs="Arial"/>
              </w:rPr>
            </w:pPr>
          </w:p>
          <w:p w14:paraId="01B354DA"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7CAEBF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1ECB2220" w14:textId="77777777" w:rsidR="00DD0E81" w:rsidRPr="006F2FC7" w:rsidRDefault="00DD0E81" w:rsidP="003925DA">
            <w:pPr>
              <w:spacing w:after="0" w:line="240" w:lineRule="auto"/>
              <w:rPr>
                <w:rFonts w:ascii="Arial" w:hAnsi="Arial" w:cs="Arial"/>
              </w:rPr>
            </w:pPr>
          </w:p>
        </w:tc>
      </w:tr>
      <w:tr w:rsidR="00DD0E81" w14:paraId="2E03DF63" w14:textId="77777777" w:rsidTr="006F2A70">
        <w:tc>
          <w:tcPr>
            <w:tcW w:w="14174" w:type="dxa"/>
            <w:gridSpan w:val="3"/>
            <w:shd w:val="solid" w:color="B6DDE8" w:themeColor="accent5" w:themeTint="66" w:fill="auto"/>
          </w:tcPr>
          <w:p w14:paraId="0E675A67"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63330850" w14:textId="77777777" w:rsidTr="006F2A70">
        <w:tc>
          <w:tcPr>
            <w:tcW w:w="4724" w:type="dxa"/>
            <w:shd w:val="clear" w:color="B6DDE8" w:themeColor="accent5" w:themeTint="66" w:fill="auto"/>
          </w:tcPr>
          <w:p w14:paraId="659D94C1"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6960AE5E"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3D0E2876"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57301320" w14:textId="77777777" w:rsidTr="006F2A70">
        <w:tc>
          <w:tcPr>
            <w:tcW w:w="4724" w:type="dxa"/>
            <w:shd w:val="clear" w:color="B6DDE8" w:themeColor="accent5" w:themeTint="66" w:fill="auto"/>
          </w:tcPr>
          <w:p w14:paraId="37D2CFE9" w14:textId="77777777" w:rsidR="00DD0E81" w:rsidRDefault="00DD0E81" w:rsidP="003925DA">
            <w:pPr>
              <w:spacing w:after="0" w:line="240" w:lineRule="auto"/>
              <w:rPr>
                <w:rFonts w:ascii="Arial" w:hAnsi="Arial" w:cs="Arial"/>
              </w:rPr>
            </w:pPr>
          </w:p>
          <w:p w14:paraId="2D7EF83C"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B05E06C"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B7F8C24" w14:textId="77777777" w:rsidR="00DD0E81" w:rsidRPr="006F2FC7" w:rsidRDefault="00DD0E81" w:rsidP="003925DA">
            <w:pPr>
              <w:spacing w:after="0" w:line="240" w:lineRule="auto"/>
              <w:rPr>
                <w:rFonts w:ascii="Arial" w:hAnsi="Arial" w:cs="Arial"/>
              </w:rPr>
            </w:pPr>
          </w:p>
        </w:tc>
      </w:tr>
      <w:tr w:rsidR="00DD0E81" w14:paraId="2E3329C2" w14:textId="77777777" w:rsidTr="006F2A70">
        <w:tc>
          <w:tcPr>
            <w:tcW w:w="14174" w:type="dxa"/>
            <w:gridSpan w:val="3"/>
            <w:shd w:val="solid" w:color="B6DDE8" w:themeColor="accent5" w:themeTint="66" w:fill="auto"/>
          </w:tcPr>
          <w:p w14:paraId="6A5A887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05106901" w14:textId="77777777" w:rsidTr="006F2A70">
        <w:tc>
          <w:tcPr>
            <w:tcW w:w="4724" w:type="dxa"/>
            <w:shd w:val="clear" w:color="B6DDE8" w:themeColor="accent5" w:themeTint="66" w:fill="auto"/>
          </w:tcPr>
          <w:p w14:paraId="7BD5C519"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52F7572D"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75D8465E"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6CFCB375" w14:textId="77777777" w:rsidTr="006F2A70">
        <w:tc>
          <w:tcPr>
            <w:tcW w:w="4724" w:type="dxa"/>
            <w:shd w:val="clear" w:color="B6DDE8" w:themeColor="accent5" w:themeTint="66" w:fill="auto"/>
          </w:tcPr>
          <w:p w14:paraId="619911B8"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849AF30" w14:textId="77777777" w:rsidR="003925DA" w:rsidRDefault="003925DA" w:rsidP="003925DA">
            <w:pPr>
              <w:spacing w:after="0" w:line="240" w:lineRule="auto"/>
              <w:rPr>
                <w:rFonts w:ascii="Arial" w:hAnsi="Arial" w:cs="Arial"/>
              </w:rPr>
            </w:pPr>
          </w:p>
          <w:p w14:paraId="4DD29B21" w14:textId="77777777" w:rsidR="003925DA" w:rsidRDefault="003925DA" w:rsidP="003925DA">
            <w:pPr>
              <w:spacing w:after="0" w:line="240" w:lineRule="auto"/>
              <w:rPr>
                <w:rFonts w:ascii="Arial" w:hAnsi="Arial" w:cs="Arial"/>
              </w:rPr>
            </w:pPr>
          </w:p>
          <w:p w14:paraId="239620E6" w14:textId="77777777" w:rsidR="003925DA" w:rsidRDefault="003925DA" w:rsidP="003925DA">
            <w:pPr>
              <w:spacing w:after="0" w:line="240" w:lineRule="auto"/>
              <w:rPr>
                <w:rFonts w:ascii="Arial" w:hAnsi="Arial" w:cs="Arial"/>
              </w:rPr>
            </w:pPr>
          </w:p>
          <w:p w14:paraId="5178DE36" w14:textId="77777777" w:rsidR="003925DA" w:rsidRDefault="003925DA" w:rsidP="003925DA">
            <w:pPr>
              <w:spacing w:after="0" w:line="240" w:lineRule="auto"/>
              <w:rPr>
                <w:rFonts w:ascii="Arial" w:hAnsi="Arial" w:cs="Arial"/>
              </w:rPr>
            </w:pPr>
          </w:p>
          <w:p w14:paraId="24F1A279"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4F2C22A"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500FA6AA"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0379A6B2" w14:textId="77777777" w:rsidR="00DD0E81" w:rsidRPr="006F2FC7" w:rsidRDefault="00DD0E81" w:rsidP="003925DA">
            <w:pPr>
              <w:spacing w:after="0" w:line="240" w:lineRule="auto"/>
              <w:rPr>
                <w:rFonts w:ascii="Arial" w:hAnsi="Arial" w:cs="Arial"/>
              </w:rPr>
            </w:pPr>
          </w:p>
        </w:tc>
      </w:tr>
      <w:tr w:rsidR="00DD0E81" w14:paraId="40111B2E" w14:textId="77777777" w:rsidTr="006F2A70">
        <w:tc>
          <w:tcPr>
            <w:tcW w:w="4724" w:type="dxa"/>
            <w:shd w:val="clear" w:color="B6DDE8" w:themeColor="accent5" w:themeTint="66" w:fill="auto"/>
          </w:tcPr>
          <w:p w14:paraId="357D8392"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2B2D3974"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0101E093"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29534B66" w14:textId="77777777" w:rsidTr="006F2A70">
        <w:tc>
          <w:tcPr>
            <w:tcW w:w="4724" w:type="dxa"/>
            <w:shd w:val="clear" w:color="B6DDE8" w:themeColor="accent5" w:themeTint="66" w:fill="auto"/>
          </w:tcPr>
          <w:p w14:paraId="6B4C7AE4"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7013778F" w14:textId="77777777" w:rsidR="003925DA" w:rsidRDefault="003925DA" w:rsidP="003925DA">
            <w:pPr>
              <w:spacing w:after="0" w:line="240" w:lineRule="auto"/>
              <w:rPr>
                <w:rFonts w:ascii="Arial" w:hAnsi="Arial" w:cs="Arial"/>
              </w:rPr>
            </w:pPr>
          </w:p>
          <w:p w14:paraId="35DE972B" w14:textId="77777777" w:rsidR="003925DA" w:rsidRDefault="003925DA" w:rsidP="003925DA">
            <w:pPr>
              <w:spacing w:after="0" w:line="240" w:lineRule="auto"/>
              <w:rPr>
                <w:rFonts w:ascii="Arial" w:hAnsi="Arial" w:cs="Arial"/>
              </w:rPr>
            </w:pPr>
          </w:p>
          <w:p w14:paraId="375A2DF4" w14:textId="77777777" w:rsidR="003925DA" w:rsidRDefault="003925DA" w:rsidP="003925DA">
            <w:pPr>
              <w:spacing w:after="0" w:line="240" w:lineRule="auto"/>
              <w:rPr>
                <w:rFonts w:ascii="Arial" w:hAnsi="Arial" w:cs="Arial"/>
              </w:rPr>
            </w:pPr>
          </w:p>
          <w:p w14:paraId="19A1C19C" w14:textId="77777777" w:rsidR="00DD0E81" w:rsidRDefault="00DD0E81" w:rsidP="003925DA">
            <w:pPr>
              <w:spacing w:after="0" w:line="240" w:lineRule="auto"/>
              <w:rPr>
                <w:rFonts w:ascii="Arial" w:hAnsi="Arial" w:cs="Arial"/>
              </w:rPr>
            </w:pPr>
          </w:p>
          <w:p w14:paraId="6D8D3A96"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E0D802E"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6FB4FE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32365AE4"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6A49B936" w14:textId="77777777" w:rsidR="00DD0E81" w:rsidRPr="006F2FC7" w:rsidRDefault="00DD0E81" w:rsidP="003925DA">
            <w:pPr>
              <w:spacing w:after="0" w:line="240" w:lineRule="auto"/>
              <w:rPr>
                <w:rFonts w:ascii="Arial" w:hAnsi="Arial" w:cs="Arial"/>
              </w:rPr>
            </w:pPr>
          </w:p>
        </w:tc>
      </w:tr>
      <w:tr w:rsidR="00DD0E81" w14:paraId="03670BD7" w14:textId="77777777" w:rsidTr="006F2A70">
        <w:tc>
          <w:tcPr>
            <w:tcW w:w="14174" w:type="dxa"/>
            <w:gridSpan w:val="3"/>
            <w:shd w:val="solid" w:color="B6DDE8" w:themeColor="accent5" w:themeTint="66" w:fill="auto"/>
          </w:tcPr>
          <w:p w14:paraId="7B80486A"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0888863A" w14:textId="77777777" w:rsidTr="006F2A70">
        <w:tc>
          <w:tcPr>
            <w:tcW w:w="4724" w:type="dxa"/>
            <w:shd w:val="clear" w:color="B6DDE8" w:themeColor="accent5" w:themeTint="66" w:fill="auto"/>
          </w:tcPr>
          <w:p w14:paraId="233DD800"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169447E0"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519627FA"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1FD3F2D8" w14:textId="77777777" w:rsidTr="006F2A70">
        <w:tc>
          <w:tcPr>
            <w:tcW w:w="4724" w:type="dxa"/>
            <w:shd w:val="clear" w:color="B6DDE8" w:themeColor="accent5" w:themeTint="66" w:fill="auto"/>
          </w:tcPr>
          <w:p w14:paraId="789221D4"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1928BC27" w14:textId="77777777" w:rsidR="00DD0E81" w:rsidRDefault="00DD0E81" w:rsidP="003925DA">
            <w:pPr>
              <w:spacing w:after="0" w:line="240" w:lineRule="auto"/>
              <w:rPr>
                <w:rFonts w:ascii="Arial" w:hAnsi="Arial" w:cs="Arial"/>
              </w:rPr>
            </w:pPr>
          </w:p>
          <w:p w14:paraId="4AC6DAA4" w14:textId="77777777" w:rsidR="003925DA" w:rsidRDefault="003925DA" w:rsidP="003925DA">
            <w:pPr>
              <w:spacing w:after="0" w:line="240" w:lineRule="auto"/>
              <w:rPr>
                <w:rFonts w:ascii="Arial" w:hAnsi="Arial" w:cs="Arial"/>
              </w:rPr>
            </w:pPr>
          </w:p>
          <w:p w14:paraId="49BEA171" w14:textId="77777777" w:rsidR="003925DA" w:rsidRDefault="003925DA" w:rsidP="003925DA">
            <w:pPr>
              <w:spacing w:after="0" w:line="240" w:lineRule="auto"/>
              <w:rPr>
                <w:rFonts w:ascii="Arial" w:hAnsi="Arial" w:cs="Arial"/>
              </w:rPr>
            </w:pPr>
          </w:p>
          <w:p w14:paraId="31443A0D" w14:textId="77777777" w:rsidR="003925DA" w:rsidRDefault="003925DA" w:rsidP="003925DA">
            <w:pPr>
              <w:spacing w:after="0" w:line="240" w:lineRule="auto"/>
              <w:rPr>
                <w:rFonts w:ascii="Arial" w:hAnsi="Arial" w:cs="Arial"/>
              </w:rPr>
            </w:pPr>
          </w:p>
          <w:p w14:paraId="2173E1F0" w14:textId="77777777" w:rsidR="003925DA" w:rsidRPr="006F2FC7" w:rsidRDefault="003925DA" w:rsidP="003925DA">
            <w:pPr>
              <w:spacing w:after="0" w:line="240" w:lineRule="auto"/>
              <w:rPr>
                <w:rFonts w:ascii="Arial" w:hAnsi="Arial" w:cs="Arial"/>
              </w:rPr>
            </w:pPr>
          </w:p>
          <w:p w14:paraId="75AF6629"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4EF3904"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486B2DB0" w14:textId="77777777" w:rsidR="00DD0E81" w:rsidRPr="006F2FC7" w:rsidRDefault="00DD0E81" w:rsidP="003925DA">
            <w:pPr>
              <w:spacing w:after="0" w:line="240" w:lineRule="auto"/>
              <w:rPr>
                <w:rFonts w:ascii="Arial" w:hAnsi="Arial" w:cs="Arial"/>
              </w:rPr>
            </w:pPr>
          </w:p>
          <w:p w14:paraId="52C48D9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97956E3"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1F072BAB" w14:textId="77777777" w:rsidR="00DD0E81" w:rsidRPr="006F2FC7" w:rsidRDefault="00DD0E81" w:rsidP="003925DA">
            <w:pPr>
              <w:spacing w:after="0" w:line="240" w:lineRule="auto"/>
              <w:rPr>
                <w:rFonts w:ascii="Arial" w:hAnsi="Arial" w:cs="Arial"/>
              </w:rPr>
            </w:pPr>
          </w:p>
          <w:p w14:paraId="7122F37E" w14:textId="77777777" w:rsidR="00DD0E81" w:rsidRDefault="00DD0E81" w:rsidP="003925DA">
            <w:pPr>
              <w:spacing w:after="0" w:line="240" w:lineRule="auto"/>
              <w:rPr>
                <w:rFonts w:ascii="Arial" w:hAnsi="Arial" w:cs="Arial"/>
              </w:rPr>
            </w:pPr>
          </w:p>
          <w:p w14:paraId="64E427B3" w14:textId="77777777" w:rsidR="00DD0E81" w:rsidRPr="006F2FC7" w:rsidRDefault="00DD0E81" w:rsidP="003925DA">
            <w:pPr>
              <w:spacing w:after="0" w:line="240" w:lineRule="auto"/>
              <w:rPr>
                <w:rFonts w:ascii="Arial" w:hAnsi="Arial" w:cs="Arial"/>
              </w:rPr>
            </w:pPr>
          </w:p>
        </w:tc>
      </w:tr>
      <w:tr w:rsidR="00DD0E81" w14:paraId="6510B9C7" w14:textId="77777777" w:rsidTr="006F2A70">
        <w:tc>
          <w:tcPr>
            <w:tcW w:w="4724" w:type="dxa"/>
            <w:shd w:val="clear" w:color="B6DDE8" w:themeColor="accent5" w:themeTint="66" w:fill="auto"/>
          </w:tcPr>
          <w:p w14:paraId="211802C4"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312ED8D2"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6D40ABEE"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62A523DF" w14:textId="77777777" w:rsidTr="006F2A70">
        <w:tc>
          <w:tcPr>
            <w:tcW w:w="4724" w:type="dxa"/>
            <w:shd w:val="clear" w:color="B6DDE8" w:themeColor="accent5" w:themeTint="66" w:fill="auto"/>
          </w:tcPr>
          <w:p w14:paraId="4DB3EBEC"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A6E9467" w14:textId="77777777" w:rsidR="00DD0E81" w:rsidRDefault="00DD0E81" w:rsidP="003925DA">
            <w:pPr>
              <w:spacing w:after="0" w:line="240" w:lineRule="auto"/>
              <w:rPr>
                <w:rFonts w:ascii="Arial" w:hAnsi="Arial" w:cs="Arial"/>
              </w:rPr>
            </w:pPr>
          </w:p>
          <w:p w14:paraId="4F3FFAD3" w14:textId="77777777" w:rsidR="003925DA" w:rsidRDefault="003925DA" w:rsidP="003925DA">
            <w:pPr>
              <w:spacing w:after="0" w:line="240" w:lineRule="auto"/>
              <w:rPr>
                <w:rFonts w:ascii="Arial" w:hAnsi="Arial" w:cs="Arial"/>
              </w:rPr>
            </w:pPr>
          </w:p>
          <w:p w14:paraId="64864E76" w14:textId="77777777" w:rsidR="003925DA" w:rsidRDefault="003925DA" w:rsidP="003925DA">
            <w:pPr>
              <w:spacing w:after="0" w:line="240" w:lineRule="auto"/>
              <w:rPr>
                <w:rFonts w:ascii="Arial" w:hAnsi="Arial" w:cs="Arial"/>
              </w:rPr>
            </w:pPr>
          </w:p>
          <w:p w14:paraId="0F7CEE98" w14:textId="77777777" w:rsidR="003925DA" w:rsidRDefault="003925DA" w:rsidP="003925DA">
            <w:pPr>
              <w:spacing w:after="0" w:line="240" w:lineRule="auto"/>
              <w:rPr>
                <w:rFonts w:ascii="Arial" w:hAnsi="Arial" w:cs="Arial"/>
              </w:rPr>
            </w:pPr>
          </w:p>
          <w:p w14:paraId="46D9FC02" w14:textId="77777777" w:rsidR="003925DA" w:rsidRDefault="003925DA" w:rsidP="003925DA">
            <w:pPr>
              <w:spacing w:after="0" w:line="240" w:lineRule="auto"/>
              <w:rPr>
                <w:rFonts w:ascii="Arial" w:hAnsi="Arial" w:cs="Arial"/>
              </w:rPr>
            </w:pPr>
          </w:p>
          <w:p w14:paraId="33A5BACF" w14:textId="77777777" w:rsidR="003925DA" w:rsidRDefault="003925DA" w:rsidP="003925DA">
            <w:pPr>
              <w:spacing w:after="0" w:line="240" w:lineRule="auto"/>
              <w:rPr>
                <w:rFonts w:ascii="Arial" w:hAnsi="Arial" w:cs="Arial"/>
              </w:rPr>
            </w:pPr>
          </w:p>
          <w:p w14:paraId="77FC681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9334DB2"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03876D0" w14:textId="77777777" w:rsidR="00DD0E81" w:rsidRDefault="00DD0E81" w:rsidP="003925DA">
            <w:pPr>
              <w:spacing w:after="0" w:line="240" w:lineRule="auto"/>
              <w:rPr>
                <w:rFonts w:ascii="Arial" w:hAnsi="Arial" w:cs="Arial"/>
              </w:rPr>
            </w:pPr>
          </w:p>
          <w:p w14:paraId="0132D88B" w14:textId="77777777" w:rsidR="00DD0E81" w:rsidRDefault="00DD0E81" w:rsidP="003925DA">
            <w:pPr>
              <w:spacing w:after="0" w:line="240" w:lineRule="auto"/>
              <w:rPr>
                <w:rFonts w:ascii="Arial" w:hAnsi="Arial" w:cs="Arial"/>
              </w:rPr>
            </w:pPr>
          </w:p>
          <w:p w14:paraId="16A9EAD8" w14:textId="77777777" w:rsidR="00DD0E81" w:rsidRDefault="00DD0E81" w:rsidP="003925DA">
            <w:pPr>
              <w:spacing w:after="0" w:line="240" w:lineRule="auto"/>
              <w:rPr>
                <w:rFonts w:ascii="Arial" w:hAnsi="Arial" w:cs="Arial"/>
              </w:rPr>
            </w:pPr>
          </w:p>
          <w:p w14:paraId="0FA3299A"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017FC2B7"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1D5DA66F" w14:textId="77777777" w:rsidR="00DD0E81" w:rsidRDefault="00DD0E81" w:rsidP="003925DA">
            <w:pPr>
              <w:spacing w:after="0" w:line="240" w:lineRule="auto"/>
              <w:rPr>
                <w:rFonts w:ascii="Arial" w:hAnsi="Arial" w:cs="Arial"/>
              </w:rPr>
            </w:pPr>
          </w:p>
          <w:p w14:paraId="2CC6B825" w14:textId="77777777" w:rsidR="00DD0E81" w:rsidRDefault="00DD0E81" w:rsidP="003925DA">
            <w:pPr>
              <w:spacing w:after="0" w:line="240" w:lineRule="auto"/>
              <w:rPr>
                <w:rFonts w:ascii="Arial" w:hAnsi="Arial" w:cs="Arial"/>
              </w:rPr>
            </w:pPr>
          </w:p>
          <w:p w14:paraId="5E933988" w14:textId="77777777" w:rsidR="00DD0E81" w:rsidRDefault="00DD0E81" w:rsidP="003925DA">
            <w:pPr>
              <w:spacing w:after="0" w:line="240" w:lineRule="auto"/>
              <w:rPr>
                <w:rFonts w:ascii="Arial" w:hAnsi="Arial" w:cs="Arial"/>
              </w:rPr>
            </w:pPr>
          </w:p>
          <w:p w14:paraId="51130B4B" w14:textId="77777777" w:rsidR="00DD0E81" w:rsidRPr="006F2FC7" w:rsidRDefault="00DD0E81" w:rsidP="003925DA">
            <w:pPr>
              <w:spacing w:after="0" w:line="240" w:lineRule="auto"/>
              <w:rPr>
                <w:rFonts w:ascii="Arial" w:hAnsi="Arial" w:cs="Arial"/>
              </w:rPr>
            </w:pPr>
          </w:p>
        </w:tc>
      </w:tr>
    </w:tbl>
    <w:p w14:paraId="745E03DD" w14:textId="77777777" w:rsidR="000073BB" w:rsidRDefault="000073BB" w:rsidP="003925DA">
      <w:pPr>
        <w:pStyle w:val="Heading3"/>
        <w:numPr>
          <w:ilvl w:val="0"/>
          <w:numId w:val="0"/>
        </w:numPr>
        <w:rPr>
          <w:rFonts w:eastAsiaTheme="minorHAnsi"/>
          <w:b/>
        </w:rPr>
      </w:pPr>
    </w:p>
    <w:p w14:paraId="55C73E07" w14:textId="77777777" w:rsidR="00E31ABA" w:rsidRDefault="00E31ABA" w:rsidP="003925DA">
      <w:pPr>
        <w:pStyle w:val="Heading3"/>
        <w:numPr>
          <w:ilvl w:val="0"/>
          <w:numId w:val="0"/>
        </w:numPr>
        <w:rPr>
          <w:rFonts w:eastAsiaTheme="minorHAnsi"/>
          <w:b/>
        </w:rPr>
      </w:pPr>
    </w:p>
    <w:p w14:paraId="57A37F6A" w14:textId="77777777" w:rsidR="00E31ABA" w:rsidRDefault="00E31ABA" w:rsidP="003925DA">
      <w:pPr>
        <w:pStyle w:val="Heading3"/>
        <w:numPr>
          <w:ilvl w:val="0"/>
          <w:numId w:val="0"/>
        </w:numPr>
        <w:rPr>
          <w:rFonts w:eastAsiaTheme="minorHAnsi"/>
          <w:b/>
        </w:rPr>
      </w:pPr>
    </w:p>
    <w:p w14:paraId="365BDC6D" w14:textId="77777777" w:rsidR="00E31ABA" w:rsidRDefault="00E31ABA" w:rsidP="003925DA">
      <w:pPr>
        <w:pStyle w:val="Heading3"/>
        <w:numPr>
          <w:ilvl w:val="0"/>
          <w:numId w:val="0"/>
        </w:numPr>
        <w:rPr>
          <w:rFonts w:eastAsiaTheme="minorHAnsi"/>
          <w:b/>
        </w:rPr>
      </w:pPr>
    </w:p>
    <w:p w14:paraId="7D24100B" w14:textId="77777777" w:rsidR="00B1627E" w:rsidRDefault="00B1627E">
      <w:pPr>
        <w:spacing w:after="0" w:line="240" w:lineRule="auto"/>
        <w:rPr>
          <w:rFonts w:ascii="Arial" w:eastAsiaTheme="minorHAnsi" w:hAnsi="Arial"/>
          <w:b/>
          <w:sz w:val="24"/>
        </w:rPr>
      </w:pPr>
      <w:r>
        <w:rPr>
          <w:rFonts w:eastAsiaTheme="minorHAnsi"/>
          <w:b/>
        </w:rPr>
        <w:br w:type="page"/>
      </w:r>
    </w:p>
    <w:p w14:paraId="6B887D04" w14:textId="77777777" w:rsidR="003925DA" w:rsidRPr="00AF66DF" w:rsidRDefault="003925DA" w:rsidP="003925DA">
      <w:pPr>
        <w:pStyle w:val="Heading3"/>
        <w:numPr>
          <w:ilvl w:val="0"/>
          <w:numId w:val="0"/>
        </w:numPr>
        <w:rPr>
          <w:rFonts w:cs="Arial"/>
          <w:b/>
          <w:szCs w:val="24"/>
        </w:rPr>
      </w:pPr>
      <w:r w:rsidRPr="00AF66DF">
        <w:rPr>
          <w:rFonts w:eastAsiaTheme="minorHAnsi"/>
          <w:b/>
        </w:rPr>
        <w:lastRenderedPageBreak/>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655765C8" w14:textId="77777777" w:rsidTr="006F2A70">
        <w:tc>
          <w:tcPr>
            <w:tcW w:w="14174" w:type="dxa"/>
            <w:shd w:val="solid" w:color="B6DDE8" w:themeColor="accent5" w:themeTint="66" w:fill="auto"/>
          </w:tcPr>
          <w:p w14:paraId="6E30E894"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6B4F3401" w14:textId="77777777" w:rsidTr="006F2A70">
        <w:tc>
          <w:tcPr>
            <w:tcW w:w="14174" w:type="dxa"/>
          </w:tcPr>
          <w:p w14:paraId="64E898C6" w14:textId="77777777" w:rsidR="003925DA" w:rsidRPr="003925DA" w:rsidRDefault="003925DA" w:rsidP="0040708C">
            <w:pPr>
              <w:pStyle w:val="Heading3"/>
              <w:numPr>
                <w:ilvl w:val="0"/>
                <w:numId w:val="0"/>
              </w:numPr>
              <w:rPr>
                <w:rFonts w:eastAsiaTheme="minorHAnsi"/>
                <w:sz w:val="22"/>
                <w:szCs w:val="22"/>
              </w:rPr>
            </w:pPr>
          </w:p>
          <w:p w14:paraId="4A39CC14" w14:textId="77777777" w:rsidR="003925DA" w:rsidRDefault="003925DA" w:rsidP="0040708C">
            <w:pPr>
              <w:pStyle w:val="Heading3"/>
              <w:numPr>
                <w:ilvl w:val="0"/>
                <w:numId w:val="0"/>
              </w:numPr>
              <w:rPr>
                <w:rFonts w:eastAsiaTheme="minorHAnsi"/>
              </w:rPr>
            </w:pPr>
          </w:p>
          <w:p w14:paraId="2657078A" w14:textId="77777777" w:rsidR="003925DA" w:rsidRDefault="003925DA" w:rsidP="0040708C">
            <w:pPr>
              <w:pStyle w:val="Heading3"/>
              <w:numPr>
                <w:ilvl w:val="0"/>
                <w:numId w:val="0"/>
              </w:numPr>
              <w:rPr>
                <w:rFonts w:eastAsiaTheme="minorHAnsi"/>
              </w:rPr>
            </w:pPr>
          </w:p>
          <w:p w14:paraId="73C8FEAA" w14:textId="77777777" w:rsidR="003925DA" w:rsidRDefault="003925DA" w:rsidP="0040708C">
            <w:pPr>
              <w:pStyle w:val="Heading3"/>
              <w:numPr>
                <w:ilvl w:val="0"/>
                <w:numId w:val="0"/>
              </w:numPr>
              <w:rPr>
                <w:rFonts w:eastAsiaTheme="minorHAnsi"/>
              </w:rPr>
            </w:pPr>
          </w:p>
          <w:p w14:paraId="00DEAF2E" w14:textId="77777777" w:rsidR="003925DA" w:rsidRDefault="003925DA" w:rsidP="0040708C">
            <w:pPr>
              <w:pStyle w:val="Heading3"/>
              <w:numPr>
                <w:ilvl w:val="0"/>
                <w:numId w:val="0"/>
              </w:numPr>
              <w:rPr>
                <w:rFonts w:eastAsiaTheme="minorHAnsi"/>
              </w:rPr>
            </w:pPr>
          </w:p>
          <w:p w14:paraId="79F32F14" w14:textId="77777777" w:rsidR="003925DA" w:rsidRDefault="003925DA" w:rsidP="0040708C">
            <w:pPr>
              <w:pStyle w:val="Heading3"/>
              <w:numPr>
                <w:ilvl w:val="0"/>
                <w:numId w:val="0"/>
              </w:numPr>
              <w:rPr>
                <w:rFonts w:eastAsiaTheme="minorHAnsi"/>
              </w:rPr>
            </w:pPr>
          </w:p>
          <w:p w14:paraId="01621B64" w14:textId="77777777" w:rsidR="003925DA" w:rsidRDefault="003925DA" w:rsidP="0040708C">
            <w:pPr>
              <w:pStyle w:val="Heading3"/>
              <w:numPr>
                <w:ilvl w:val="0"/>
                <w:numId w:val="0"/>
              </w:numPr>
              <w:rPr>
                <w:rFonts w:eastAsiaTheme="minorHAnsi"/>
              </w:rPr>
            </w:pPr>
          </w:p>
          <w:p w14:paraId="2BC1736B" w14:textId="77777777" w:rsidR="003925DA" w:rsidRDefault="003925DA" w:rsidP="0040708C">
            <w:pPr>
              <w:pStyle w:val="Heading3"/>
              <w:numPr>
                <w:ilvl w:val="0"/>
                <w:numId w:val="0"/>
              </w:numPr>
              <w:rPr>
                <w:rFonts w:eastAsiaTheme="minorHAnsi"/>
              </w:rPr>
            </w:pPr>
          </w:p>
          <w:p w14:paraId="37758A2B" w14:textId="77777777" w:rsidR="003925DA" w:rsidRDefault="003925DA" w:rsidP="0040708C">
            <w:pPr>
              <w:pStyle w:val="Heading3"/>
              <w:numPr>
                <w:ilvl w:val="0"/>
                <w:numId w:val="0"/>
              </w:numPr>
              <w:rPr>
                <w:rFonts w:eastAsiaTheme="minorHAnsi"/>
              </w:rPr>
            </w:pPr>
          </w:p>
          <w:p w14:paraId="33425EBD" w14:textId="77777777" w:rsidR="003925DA" w:rsidRDefault="003925DA" w:rsidP="0040708C">
            <w:pPr>
              <w:pStyle w:val="Heading3"/>
              <w:numPr>
                <w:ilvl w:val="0"/>
                <w:numId w:val="0"/>
              </w:numPr>
              <w:rPr>
                <w:rFonts w:eastAsiaTheme="minorHAnsi"/>
              </w:rPr>
            </w:pPr>
          </w:p>
          <w:p w14:paraId="143942FE" w14:textId="77777777" w:rsidR="003925DA" w:rsidRDefault="003925DA" w:rsidP="0040708C">
            <w:pPr>
              <w:pStyle w:val="Heading3"/>
              <w:numPr>
                <w:ilvl w:val="0"/>
                <w:numId w:val="0"/>
              </w:numPr>
              <w:rPr>
                <w:rFonts w:eastAsiaTheme="minorHAnsi"/>
              </w:rPr>
            </w:pPr>
          </w:p>
          <w:p w14:paraId="73CBC4F1" w14:textId="77777777" w:rsidR="003925DA" w:rsidRDefault="003925DA" w:rsidP="0040708C">
            <w:pPr>
              <w:pStyle w:val="Heading3"/>
              <w:numPr>
                <w:ilvl w:val="0"/>
                <w:numId w:val="0"/>
              </w:numPr>
              <w:rPr>
                <w:rFonts w:eastAsiaTheme="minorHAnsi"/>
              </w:rPr>
            </w:pPr>
          </w:p>
        </w:tc>
      </w:tr>
    </w:tbl>
    <w:p w14:paraId="588AFE47"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F1CAE" w14:textId="77777777" w:rsidR="00AE473F" w:rsidRDefault="00AE473F">
      <w:r>
        <w:separator/>
      </w:r>
    </w:p>
  </w:endnote>
  <w:endnote w:type="continuationSeparator" w:id="0">
    <w:p w14:paraId="635B5AD5" w14:textId="77777777" w:rsidR="00AE473F" w:rsidRDefault="00AE4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MS Gothic"/>
    <w:panose1 w:val="00000000000000000000"/>
    <w:charset w:val="80"/>
    <w:family w:val="auto"/>
    <w:notTrueType/>
    <w:pitch w:val="default"/>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B6367" w14:textId="77777777" w:rsidR="00EE356F" w:rsidRDefault="00EE35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9A7A4" w14:textId="77777777" w:rsidR="00EE356F" w:rsidRPr="00125DF8" w:rsidRDefault="00EE356F">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840215">
      <w:rPr>
        <w:noProof/>
        <w:color w:val="31849B"/>
        <w:sz w:val="24"/>
      </w:rPr>
      <w:t>4</w:t>
    </w:r>
    <w:r w:rsidRPr="00125DF8">
      <w:rPr>
        <w:noProof/>
        <w:color w:val="31849B"/>
        <w:sz w:val="24"/>
      </w:rPr>
      <w:fldChar w:fldCharType="end"/>
    </w:r>
  </w:p>
  <w:p w14:paraId="5B40E923" w14:textId="77777777" w:rsidR="00EE356F" w:rsidRDefault="00EE35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92A84" w14:textId="77777777" w:rsidR="00AE473F" w:rsidRDefault="00AE473F">
      <w:r>
        <w:separator/>
      </w:r>
    </w:p>
  </w:footnote>
  <w:footnote w:type="continuationSeparator" w:id="0">
    <w:p w14:paraId="56CCEB41" w14:textId="77777777" w:rsidR="00AE473F" w:rsidRDefault="00AE4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74E48"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5D12FFC3" w14:textId="77777777" w:rsidR="00EE356F" w:rsidRDefault="00EE356F"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F2AC" w14:textId="77777777" w:rsidR="00EE356F" w:rsidRDefault="00EE35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8C84B"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6898C9DF" w14:textId="77777777" w:rsidR="00EE356F" w:rsidRDefault="00EE356F"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34ECC" w14:textId="77777777" w:rsidR="00EE356F" w:rsidRDefault="00EE35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12114AA5"/>
    <w:multiLevelType w:val="hybridMultilevel"/>
    <w:tmpl w:val="C6DEA7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E35CA4"/>
    <w:multiLevelType w:val="hybridMultilevel"/>
    <w:tmpl w:val="75D25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225CDE"/>
    <w:multiLevelType w:val="hybridMultilevel"/>
    <w:tmpl w:val="B00E7D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52F9575A"/>
    <w:multiLevelType w:val="singleLevel"/>
    <w:tmpl w:val="E6503A6C"/>
    <w:lvl w:ilvl="0">
      <w:numFmt w:val="decimal"/>
      <w:pStyle w:val="Bullet"/>
      <w:lvlText w:val=""/>
      <w:lvlJc w:val="left"/>
    </w:lvl>
  </w:abstractNum>
  <w:abstractNum w:abstractNumId="9" w15:restartNumberingAfterBreak="0">
    <w:nsid w:val="56374FBF"/>
    <w:multiLevelType w:val="hybridMultilevel"/>
    <w:tmpl w:val="13502C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63B5A95"/>
    <w:multiLevelType w:val="hybridMultilevel"/>
    <w:tmpl w:val="25A6B4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12"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 w15:restartNumberingAfterBreak="0">
    <w:nsid w:val="7AF31E2A"/>
    <w:multiLevelType w:val="hybridMultilevel"/>
    <w:tmpl w:val="DD3E54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1848060341">
    <w:abstractNumId w:val="8"/>
  </w:num>
  <w:num w:numId="2" w16cid:durableId="290600188">
    <w:abstractNumId w:val="7"/>
  </w:num>
  <w:num w:numId="3" w16cid:durableId="608850580">
    <w:abstractNumId w:val="11"/>
  </w:num>
  <w:num w:numId="4" w16cid:durableId="887491501">
    <w:abstractNumId w:val="0"/>
  </w:num>
  <w:num w:numId="5" w16cid:durableId="15161993">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1261379813">
    <w:abstractNumId w:val="15"/>
  </w:num>
  <w:num w:numId="7" w16cid:durableId="250236329">
    <w:abstractNumId w:val="5"/>
  </w:num>
  <w:num w:numId="8" w16cid:durableId="1513179929">
    <w:abstractNumId w:val="13"/>
  </w:num>
  <w:num w:numId="9" w16cid:durableId="963342537">
    <w:abstractNumId w:val="6"/>
  </w:num>
  <w:num w:numId="10" w16cid:durableId="151796037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686298101">
    <w:abstractNumId w:val="12"/>
  </w:num>
  <w:num w:numId="12" w16cid:durableId="1371103327">
    <w:abstractNumId w:val="3"/>
  </w:num>
  <w:num w:numId="13" w16cid:durableId="638266400">
    <w:abstractNumId w:val="9"/>
  </w:num>
  <w:num w:numId="14" w16cid:durableId="713122180">
    <w:abstractNumId w:val="14"/>
  </w:num>
  <w:num w:numId="15" w16cid:durableId="1627351391">
    <w:abstractNumId w:val="10"/>
  </w:num>
  <w:num w:numId="16" w16cid:durableId="739015972">
    <w:abstractNumId w:val="4"/>
  </w:num>
  <w:num w:numId="17" w16cid:durableId="35982109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0CB0"/>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0AA3"/>
    <w:rsid w:val="00041FEC"/>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82F20"/>
    <w:rsid w:val="00090297"/>
    <w:rsid w:val="0009042B"/>
    <w:rsid w:val="00091F35"/>
    <w:rsid w:val="000935DC"/>
    <w:rsid w:val="00093647"/>
    <w:rsid w:val="0009369E"/>
    <w:rsid w:val="00096579"/>
    <w:rsid w:val="00097386"/>
    <w:rsid w:val="000A12DF"/>
    <w:rsid w:val="000A1C92"/>
    <w:rsid w:val="000A2395"/>
    <w:rsid w:val="000A2BE2"/>
    <w:rsid w:val="000A36F9"/>
    <w:rsid w:val="000A571E"/>
    <w:rsid w:val="000A5BF1"/>
    <w:rsid w:val="000A751F"/>
    <w:rsid w:val="000B1FB1"/>
    <w:rsid w:val="000B296F"/>
    <w:rsid w:val="000B36C7"/>
    <w:rsid w:val="000B389A"/>
    <w:rsid w:val="000B7B84"/>
    <w:rsid w:val="000C1C7C"/>
    <w:rsid w:val="000C3518"/>
    <w:rsid w:val="000C4A2F"/>
    <w:rsid w:val="000C7C59"/>
    <w:rsid w:val="000C7E9D"/>
    <w:rsid w:val="000D184D"/>
    <w:rsid w:val="000D34C4"/>
    <w:rsid w:val="000D35AE"/>
    <w:rsid w:val="000D4A48"/>
    <w:rsid w:val="000D5306"/>
    <w:rsid w:val="000D5849"/>
    <w:rsid w:val="000D6AB8"/>
    <w:rsid w:val="000E0772"/>
    <w:rsid w:val="000E128B"/>
    <w:rsid w:val="000E4334"/>
    <w:rsid w:val="000E48D1"/>
    <w:rsid w:val="000E67FF"/>
    <w:rsid w:val="000E6940"/>
    <w:rsid w:val="000E6EFC"/>
    <w:rsid w:val="000F077F"/>
    <w:rsid w:val="000F09B6"/>
    <w:rsid w:val="000F2A5B"/>
    <w:rsid w:val="000F2CF5"/>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20471"/>
    <w:rsid w:val="00120CB5"/>
    <w:rsid w:val="0012278D"/>
    <w:rsid w:val="00124731"/>
    <w:rsid w:val="00125A0E"/>
    <w:rsid w:val="00125DF8"/>
    <w:rsid w:val="001265B9"/>
    <w:rsid w:val="00130DDA"/>
    <w:rsid w:val="00130E51"/>
    <w:rsid w:val="00132DAD"/>
    <w:rsid w:val="00142086"/>
    <w:rsid w:val="0014367C"/>
    <w:rsid w:val="00145210"/>
    <w:rsid w:val="00146B51"/>
    <w:rsid w:val="00146EB7"/>
    <w:rsid w:val="001500B9"/>
    <w:rsid w:val="0015197E"/>
    <w:rsid w:val="00152630"/>
    <w:rsid w:val="00152D80"/>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4FB6"/>
    <w:rsid w:val="001D7CD7"/>
    <w:rsid w:val="001D7F5A"/>
    <w:rsid w:val="001E0A28"/>
    <w:rsid w:val="001E1817"/>
    <w:rsid w:val="001E201E"/>
    <w:rsid w:val="001E2BD6"/>
    <w:rsid w:val="001E2C70"/>
    <w:rsid w:val="001E4894"/>
    <w:rsid w:val="001F0CCB"/>
    <w:rsid w:val="001F2317"/>
    <w:rsid w:val="001F2C42"/>
    <w:rsid w:val="001F38BF"/>
    <w:rsid w:val="001F4D87"/>
    <w:rsid w:val="001F5531"/>
    <w:rsid w:val="001F5B18"/>
    <w:rsid w:val="00202C91"/>
    <w:rsid w:val="00205123"/>
    <w:rsid w:val="002051C5"/>
    <w:rsid w:val="00205EC5"/>
    <w:rsid w:val="00206B72"/>
    <w:rsid w:val="00207630"/>
    <w:rsid w:val="00210B1F"/>
    <w:rsid w:val="00210D5E"/>
    <w:rsid w:val="002111F7"/>
    <w:rsid w:val="0021131A"/>
    <w:rsid w:val="00211D9C"/>
    <w:rsid w:val="002138FE"/>
    <w:rsid w:val="00216F98"/>
    <w:rsid w:val="00217769"/>
    <w:rsid w:val="002177A8"/>
    <w:rsid w:val="002239FE"/>
    <w:rsid w:val="002246DE"/>
    <w:rsid w:val="00225291"/>
    <w:rsid w:val="00225F0E"/>
    <w:rsid w:val="0022625D"/>
    <w:rsid w:val="002335E3"/>
    <w:rsid w:val="00235CA6"/>
    <w:rsid w:val="002463D3"/>
    <w:rsid w:val="00252BD9"/>
    <w:rsid w:val="00252CF0"/>
    <w:rsid w:val="00253D5A"/>
    <w:rsid w:val="00253E8C"/>
    <w:rsid w:val="002555B2"/>
    <w:rsid w:val="00257253"/>
    <w:rsid w:val="002604B7"/>
    <w:rsid w:val="00260719"/>
    <w:rsid w:val="002613A5"/>
    <w:rsid w:val="0026184D"/>
    <w:rsid w:val="00262499"/>
    <w:rsid w:val="00263648"/>
    <w:rsid w:val="00263BFB"/>
    <w:rsid w:val="002665AE"/>
    <w:rsid w:val="00267215"/>
    <w:rsid w:val="002709F4"/>
    <w:rsid w:val="00272B05"/>
    <w:rsid w:val="00272E57"/>
    <w:rsid w:val="00275C4B"/>
    <w:rsid w:val="002768A2"/>
    <w:rsid w:val="00277846"/>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C7065"/>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93E"/>
    <w:rsid w:val="002E19CA"/>
    <w:rsid w:val="002E1F27"/>
    <w:rsid w:val="002E3059"/>
    <w:rsid w:val="002E33B9"/>
    <w:rsid w:val="002E3D8B"/>
    <w:rsid w:val="002E5931"/>
    <w:rsid w:val="002E609A"/>
    <w:rsid w:val="002E6928"/>
    <w:rsid w:val="002E79FC"/>
    <w:rsid w:val="002F4F55"/>
    <w:rsid w:val="002F50F5"/>
    <w:rsid w:val="002F54D2"/>
    <w:rsid w:val="002F6B43"/>
    <w:rsid w:val="00300EB3"/>
    <w:rsid w:val="00301163"/>
    <w:rsid w:val="00301B81"/>
    <w:rsid w:val="00302631"/>
    <w:rsid w:val="00302EA4"/>
    <w:rsid w:val="0030346B"/>
    <w:rsid w:val="003039CE"/>
    <w:rsid w:val="003053C4"/>
    <w:rsid w:val="003055F1"/>
    <w:rsid w:val="003058AF"/>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171"/>
    <w:rsid w:val="003403F6"/>
    <w:rsid w:val="003409F5"/>
    <w:rsid w:val="0034249B"/>
    <w:rsid w:val="00342B91"/>
    <w:rsid w:val="00342FDB"/>
    <w:rsid w:val="0034797D"/>
    <w:rsid w:val="00352510"/>
    <w:rsid w:val="00353F77"/>
    <w:rsid w:val="00356A5B"/>
    <w:rsid w:val="0036339B"/>
    <w:rsid w:val="00363B83"/>
    <w:rsid w:val="00364A29"/>
    <w:rsid w:val="00364E48"/>
    <w:rsid w:val="0036787F"/>
    <w:rsid w:val="00370AE4"/>
    <w:rsid w:val="00370C98"/>
    <w:rsid w:val="00372413"/>
    <w:rsid w:val="00373CB4"/>
    <w:rsid w:val="00375095"/>
    <w:rsid w:val="00375D0F"/>
    <w:rsid w:val="00376DAE"/>
    <w:rsid w:val="00376E66"/>
    <w:rsid w:val="003803F6"/>
    <w:rsid w:val="00382AC3"/>
    <w:rsid w:val="00383A0F"/>
    <w:rsid w:val="00384D87"/>
    <w:rsid w:val="0038525E"/>
    <w:rsid w:val="003908B8"/>
    <w:rsid w:val="00390AE7"/>
    <w:rsid w:val="003925DA"/>
    <w:rsid w:val="003932B9"/>
    <w:rsid w:val="003A0307"/>
    <w:rsid w:val="003A059C"/>
    <w:rsid w:val="003A1862"/>
    <w:rsid w:val="003A4ACB"/>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2AD"/>
    <w:rsid w:val="003F550E"/>
    <w:rsid w:val="003F7481"/>
    <w:rsid w:val="00400C55"/>
    <w:rsid w:val="0040182D"/>
    <w:rsid w:val="004030B5"/>
    <w:rsid w:val="00404D5A"/>
    <w:rsid w:val="004060DA"/>
    <w:rsid w:val="0040708C"/>
    <w:rsid w:val="004158F3"/>
    <w:rsid w:val="00424A82"/>
    <w:rsid w:val="004253D7"/>
    <w:rsid w:val="00425713"/>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24F6"/>
    <w:rsid w:val="00443C22"/>
    <w:rsid w:val="00446714"/>
    <w:rsid w:val="00452F8F"/>
    <w:rsid w:val="00453C9C"/>
    <w:rsid w:val="0045424B"/>
    <w:rsid w:val="00454649"/>
    <w:rsid w:val="00455353"/>
    <w:rsid w:val="00463CA1"/>
    <w:rsid w:val="004664ED"/>
    <w:rsid w:val="00466F0E"/>
    <w:rsid w:val="00470555"/>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1741"/>
    <w:rsid w:val="004C43B9"/>
    <w:rsid w:val="004C4B2B"/>
    <w:rsid w:val="004C53AA"/>
    <w:rsid w:val="004C5F3F"/>
    <w:rsid w:val="004C6701"/>
    <w:rsid w:val="004C7C1F"/>
    <w:rsid w:val="004C7DB6"/>
    <w:rsid w:val="004D056B"/>
    <w:rsid w:val="004D0BD0"/>
    <w:rsid w:val="004D204B"/>
    <w:rsid w:val="004D3A4B"/>
    <w:rsid w:val="004D75F5"/>
    <w:rsid w:val="004D7D2C"/>
    <w:rsid w:val="004E0219"/>
    <w:rsid w:val="004E2A6E"/>
    <w:rsid w:val="004E2E1E"/>
    <w:rsid w:val="004E52BF"/>
    <w:rsid w:val="004E66AC"/>
    <w:rsid w:val="004F0B16"/>
    <w:rsid w:val="004F2F6E"/>
    <w:rsid w:val="004F40F8"/>
    <w:rsid w:val="004F5EB1"/>
    <w:rsid w:val="004F66E3"/>
    <w:rsid w:val="004F6A63"/>
    <w:rsid w:val="004F6C96"/>
    <w:rsid w:val="004F7146"/>
    <w:rsid w:val="004F7A63"/>
    <w:rsid w:val="004F7D8B"/>
    <w:rsid w:val="005015F5"/>
    <w:rsid w:val="00506DE3"/>
    <w:rsid w:val="00506E70"/>
    <w:rsid w:val="00507CED"/>
    <w:rsid w:val="0051502F"/>
    <w:rsid w:val="005207AB"/>
    <w:rsid w:val="0052081D"/>
    <w:rsid w:val="00520DF0"/>
    <w:rsid w:val="005226C6"/>
    <w:rsid w:val="00522E0E"/>
    <w:rsid w:val="0052349B"/>
    <w:rsid w:val="00523FB7"/>
    <w:rsid w:val="00524CBE"/>
    <w:rsid w:val="00525FB1"/>
    <w:rsid w:val="00527035"/>
    <w:rsid w:val="00533255"/>
    <w:rsid w:val="00535D73"/>
    <w:rsid w:val="005366AF"/>
    <w:rsid w:val="00536C5D"/>
    <w:rsid w:val="00537C97"/>
    <w:rsid w:val="005402C0"/>
    <w:rsid w:val="005409E4"/>
    <w:rsid w:val="00541146"/>
    <w:rsid w:val="00541283"/>
    <w:rsid w:val="0054266A"/>
    <w:rsid w:val="00542B53"/>
    <w:rsid w:val="005434CC"/>
    <w:rsid w:val="00543C75"/>
    <w:rsid w:val="00545013"/>
    <w:rsid w:val="0054574F"/>
    <w:rsid w:val="00546F7D"/>
    <w:rsid w:val="005504C9"/>
    <w:rsid w:val="00555995"/>
    <w:rsid w:val="00557DC6"/>
    <w:rsid w:val="00566865"/>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36FA"/>
    <w:rsid w:val="005D4FC8"/>
    <w:rsid w:val="005D5C2B"/>
    <w:rsid w:val="005E1279"/>
    <w:rsid w:val="005E142F"/>
    <w:rsid w:val="005E5B49"/>
    <w:rsid w:val="005E7DB7"/>
    <w:rsid w:val="005F0685"/>
    <w:rsid w:val="005F0773"/>
    <w:rsid w:val="005F0819"/>
    <w:rsid w:val="005F42B9"/>
    <w:rsid w:val="005F4964"/>
    <w:rsid w:val="005F53D7"/>
    <w:rsid w:val="005F6A40"/>
    <w:rsid w:val="006029C1"/>
    <w:rsid w:val="00603F56"/>
    <w:rsid w:val="0060440D"/>
    <w:rsid w:val="0060597A"/>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398"/>
    <w:rsid w:val="0063180B"/>
    <w:rsid w:val="00635FD9"/>
    <w:rsid w:val="00636CAB"/>
    <w:rsid w:val="00641DF3"/>
    <w:rsid w:val="006430C9"/>
    <w:rsid w:val="0064681D"/>
    <w:rsid w:val="00651D1F"/>
    <w:rsid w:val="00652FC7"/>
    <w:rsid w:val="00662DF1"/>
    <w:rsid w:val="006634C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5AE2"/>
    <w:rsid w:val="006F2079"/>
    <w:rsid w:val="006F2A70"/>
    <w:rsid w:val="006F2A9E"/>
    <w:rsid w:val="006F403A"/>
    <w:rsid w:val="006F45F7"/>
    <w:rsid w:val="0070261F"/>
    <w:rsid w:val="00702EF1"/>
    <w:rsid w:val="007041CB"/>
    <w:rsid w:val="007042D0"/>
    <w:rsid w:val="00705220"/>
    <w:rsid w:val="00707218"/>
    <w:rsid w:val="007077A7"/>
    <w:rsid w:val="00711BA8"/>
    <w:rsid w:val="00711F8F"/>
    <w:rsid w:val="00713305"/>
    <w:rsid w:val="00715959"/>
    <w:rsid w:val="00716E16"/>
    <w:rsid w:val="007201BF"/>
    <w:rsid w:val="00720C9C"/>
    <w:rsid w:val="007226EB"/>
    <w:rsid w:val="007242AD"/>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545D"/>
    <w:rsid w:val="007572A5"/>
    <w:rsid w:val="00757F5A"/>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0A54"/>
    <w:rsid w:val="0079374C"/>
    <w:rsid w:val="00794551"/>
    <w:rsid w:val="007949DA"/>
    <w:rsid w:val="00796303"/>
    <w:rsid w:val="00796663"/>
    <w:rsid w:val="007A0094"/>
    <w:rsid w:val="007A3A77"/>
    <w:rsid w:val="007A4370"/>
    <w:rsid w:val="007A4722"/>
    <w:rsid w:val="007A5270"/>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0B43"/>
    <w:rsid w:val="007D1FD2"/>
    <w:rsid w:val="007D7A66"/>
    <w:rsid w:val="007E1FD2"/>
    <w:rsid w:val="007E2832"/>
    <w:rsid w:val="007E33ED"/>
    <w:rsid w:val="007E52CD"/>
    <w:rsid w:val="007E78BE"/>
    <w:rsid w:val="007E7E15"/>
    <w:rsid w:val="007E7F8F"/>
    <w:rsid w:val="007F0608"/>
    <w:rsid w:val="007F0609"/>
    <w:rsid w:val="007F18C0"/>
    <w:rsid w:val="007F2381"/>
    <w:rsid w:val="007F498E"/>
    <w:rsid w:val="007F763B"/>
    <w:rsid w:val="00801320"/>
    <w:rsid w:val="00804EE1"/>
    <w:rsid w:val="0080526D"/>
    <w:rsid w:val="00807C78"/>
    <w:rsid w:val="00810812"/>
    <w:rsid w:val="00811027"/>
    <w:rsid w:val="0081136A"/>
    <w:rsid w:val="0081416B"/>
    <w:rsid w:val="00817032"/>
    <w:rsid w:val="008179EC"/>
    <w:rsid w:val="0082195E"/>
    <w:rsid w:val="00821F18"/>
    <w:rsid w:val="0082209A"/>
    <w:rsid w:val="008230E6"/>
    <w:rsid w:val="00825AE0"/>
    <w:rsid w:val="00826E9F"/>
    <w:rsid w:val="00830495"/>
    <w:rsid w:val="0083119F"/>
    <w:rsid w:val="00833383"/>
    <w:rsid w:val="00840215"/>
    <w:rsid w:val="00843CD6"/>
    <w:rsid w:val="00846DCF"/>
    <w:rsid w:val="0084723C"/>
    <w:rsid w:val="00850BC7"/>
    <w:rsid w:val="00854A02"/>
    <w:rsid w:val="00854A8C"/>
    <w:rsid w:val="008564CE"/>
    <w:rsid w:val="00863DFC"/>
    <w:rsid w:val="00863EA0"/>
    <w:rsid w:val="00865CB0"/>
    <w:rsid w:val="00866A9F"/>
    <w:rsid w:val="008714A2"/>
    <w:rsid w:val="0087491B"/>
    <w:rsid w:val="00874A05"/>
    <w:rsid w:val="0087567C"/>
    <w:rsid w:val="00877D42"/>
    <w:rsid w:val="008815B1"/>
    <w:rsid w:val="00883DB1"/>
    <w:rsid w:val="0088510C"/>
    <w:rsid w:val="00885126"/>
    <w:rsid w:val="008855A0"/>
    <w:rsid w:val="00885A79"/>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B6FDC"/>
    <w:rsid w:val="008C039C"/>
    <w:rsid w:val="008C0416"/>
    <w:rsid w:val="008C33FD"/>
    <w:rsid w:val="008C4F4E"/>
    <w:rsid w:val="008C5021"/>
    <w:rsid w:val="008C6FB8"/>
    <w:rsid w:val="008C77CF"/>
    <w:rsid w:val="008D0A23"/>
    <w:rsid w:val="008D210D"/>
    <w:rsid w:val="008D3EA8"/>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2306"/>
    <w:rsid w:val="008F62E6"/>
    <w:rsid w:val="008F71B4"/>
    <w:rsid w:val="00900FF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6A2C"/>
    <w:rsid w:val="00927A1E"/>
    <w:rsid w:val="00927C13"/>
    <w:rsid w:val="00931676"/>
    <w:rsid w:val="00940D3B"/>
    <w:rsid w:val="00940DAB"/>
    <w:rsid w:val="00941C4A"/>
    <w:rsid w:val="00941D3C"/>
    <w:rsid w:val="00941EF9"/>
    <w:rsid w:val="00943343"/>
    <w:rsid w:val="00943DB2"/>
    <w:rsid w:val="00944590"/>
    <w:rsid w:val="0094484F"/>
    <w:rsid w:val="00947545"/>
    <w:rsid w:val="00950D03"/>
    <w:rsid w:val="00951267"/>
    <w:rsid w:val="00952691"/>
    <w:rsid w:val="00954E51"/>
    <w:rsid w:val="00957044"/>
    <w:rsid w:val="00961142"/>
    <w:rsid w:val="0096194B"/>
    <w:rsid w:val="009649A5"/>
    <w:rsid w:val="00965018"/>
    <w:rsid w:val="00965D53"/>
    <w:rsid w:val="00966A0B"/>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172F6"/>
    <w:rsid w:val="00A2076B"/>
    <w:rsid w:val="00A2163A"/>
    <w:rsid w:val="00A22887"/>
    <w:rsid w:val="00A22E02"/>
    <w:rsid w:val="00A23A91"/>
    <w:rsid w:val="00A23B2F"/>
    <w:rsid w:val="00A24027"/>
    <w:rsid w:val="00A24653"/>
    <w:rsid w:val="00A25911"/>
    <w:rsid w:val="00A26BD8"/>
    <w:rsid w:val="00A275FE"/>
    <w:rsid w:val="00A30C2B"/>
    <w:rsid w:val="00A31163"/>
    <w:rsid w:val="00A338F0"/>
    <w:rsid w:val="00A35DD8"/>
    <w:rsid w:val="00A368E3"/>
    <w:rsid w:val="00A4041F"/>
    <w:rsid w:val="00A40D77"/>
    <w:rsid w:val="00A41211"/>
    <w:rsid w:val="00A41577"/>
    <w:rsid w:val="00A41D53"/>
    <w:rsid w:val="00A457F4"/>
    <w:rsid w:val="00A46E0D"/>
    <w:rsid w:val="00A47B98"/>
    <w:rsid w:val="00A50F1B"/>
    <w:rsid w:val="00A56CD5"/>
    <w:rsid w:val="00A57157"/>
    <w:rsid w:val="00A574FF"/>
    <w:rsid w:val="00A57632"/>
    <w:rsid w:val="00A60A40"/>
    <w:rsid w:val="00A641B2"/>
    <w:rsid w:val="00A80637"/>
    <w:rsid w:val="00A819F7"/>
    <w:rsid w:val="00A82BF7"/>
    <w:rsid w:val="00A82E83"/>
    <w:rsid w:val="00A83297"/>
    <w:rsid w:val="00A83D28"/>
    <w:rsid w:val="00A84099"/>
    <w:rsid w:val="00A92D91"/>
    <w:rsid w:val="00A93095"/>
    <w:rsid w:val="00A9455A"/>
    <w:rsid w:val="00A95048"/>
    <w:rsid w:val="00A96572"/>
    <w:rsid w:val="00A96630"/>
    <w:rsid w:val="00A974EC"/>
    <w:rsid w:val="00AA0CBC"/>
    <w:rsid w:val="00AA3892"/>
    <w:rsid w:val="00AA6DBE"/>
    <w:rsid w:val="00AB14C5"/>
    <w:rsid w:val="00AB1717"/>
    <w:rsid w:val="00AB564B"/>
    <w:rsid w:val="00AB5824"/>
    <w:rsid w:val="00AC2BAC"/>
    <w:rsid w:val="00AC37A8"/>
    <w:rsid w:val="00AC4683"/>
    <w:rsid w:val="00AC7A01"/>
    <w:rsid w:val="00AD5608"/>
    <w:rsid w:val="00AD6AC9"/>
    <w:rsid w:val="00AD6F35"/>
    <w:rsid w:val="00AE2A5A"/>
    <w:rsid w:val="00AE31C3"/>
    <w:rsid w:val="00AE404C"/>
    <w:rsid w:val="00AE473F"/>
    <w:rsid w:val="00AE493F"/>
    <w:rsid w:val="00AE5E64"/>
    <w:rsid w:val="00AE5F55"/>
    <w:rsid w:val="00AE78E9"/>
    <w:rsid w:val="00AE7EF6"/>
    <w:rsid w:val="00AF0DD3"/>
    <w:rsid w:val="00AF0E6C"/>
    <w:rsid w:val="00AF10BE"/>
    <w:rsid w:val="00AF19CD"/>
    <w:rsid w:val="00AF3FB7"/>
    <w:rsid w:val="00AF4857"/>
    <w:rsid w:val="00AF5AEA"/>
    <w:rsid w:val="00AF6866"/>
    <w:rsid w:val="00AF77C5"/>
    <w:rsid w:val="00AF7D74"/>
    <w:rsid w:val="00B02A5F"/>
    <w:rsid w:val="00B02AB0"/>
    <w:rsid w:val="00B044B5"/>
    <w:rsid w:val="00B0690C"/>
    <w:rsid w:val="00B11629"/>
    <w:rsid w:val="00B11BEE"/>
    <w:rsid w:val="00B12EC8"/>
    <w:rsid w:val="00B136B9"/>
    <w:rsid w:val="00B13B17"/>
    <w:rsid w:val="00B14DA7"/>
    <w:rsid w:val="00B1627E"/>
    <w:rsid w:val="00B17400"/>
    <w:rsid w:val="00B21B12"/>
    <w:rsid w:val="00B238EB"/>
    <w:rsid w:val="00B24BC5"/>
    <w:rsid w:val="00B2733C"/>
    <w:rsid w:val="00B27C93"/>
    <w:rsid w:val="00B31CF1"/>
    <w:rsid w:val="00B32575"/>
    <w:rsid w:val="00B327EF"/>
    <w:rsid w:val="00B32F2B"/>
    <w:rsid w:val="00B360C8"/>
    <w:rsid w:val="00B37F5B"/>
    <w:rsid w:val="00B40F7A"/>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153C"/>
    <w:rsid w:val="00B7354A"/>
    <w:rsid w:val="00B74CD5"/>
    <w:rsid w:val="00B76668"/>
    <w:rsid w:val="00B80D86"/>
    <w:rsid w:val="00B83391"/>
    <w:rsid w:val="00B84AE1"/>
    <w:rsid w:val="00B8787B"/>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027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F3084"/>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234A"/>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97E20"/>
    <w:rsid w:val="00CA2EB1"/>
    <w:rsid w:val="00CA3976"/>
    <w:rsid w:val="00CA442F"/>
    <w:rsid w:val="00CA5A67"/>
    <w:rsid w:val="00CA6DBB"/>
    <w:rsid w:val="00CB0608"/>
    <w:rsid w:val="00CB2C8B"/>
    <w:rsid w:val="00CB4DB0"/>
    <w:rsid w:val="00CB5233"/>
    <w:rsid w:val="00CB589E"/>
    <w:rsid w:val="00CC2E1B"/>
    <w:rsid w:val="00CC38B2"/>
    <w:rsid w:val="00CC5741"/>
    <w:rsid w:val="00CC631D"/>
    <w:rsid w:val="00CD60E2"/>
    <w:rsid w:val="00CD7F6F"/>
    <w:rsid w:val="00CE05FE"/>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3B0"/>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8747C"/>
    <w:rsid w:val="00D91C2C"/>
    <w:rsid w:val="00D92197"/>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800"/>
    <w:rsid w:val="00E44A38"/>
    <w:rsid w:val="00E44C06"/>
    <w:rsid w:val="00E46236"/>
    <w:rsid w:val="00E50622"/>
    <w:rsid w:val="00E50C16"/>
    <w:rsid w:val="00E521D3"/>
    <w:rsid w:val="00E53D04"/>
    <w:rsid w:val="00E56826"/>
    <w:rsid w:val="00E579E8"/>
    <w:rsid w:val="00E60154"/>
    <w:rsid w:val="00E60359"/>
    <w:rsid w:val="00E6346A"/>
    <w:rsid w:val="00E6349D"/>
    <w:rsid w:val="00E637A7"/>
    <w:rsid w:val="00E63A69"/>
    <w:rsid w:val="00E71332"/>
    <w:rsid w:val="00E76B2A"/>
    <w:rsid w:val="00E771BD"/>
    <w:rsid w:val="00E8083B"/>
    <w:rsid w:val="00E80CD7"/>
    <w:rsid w:val="00E8147E"/>
    <w:rsid w:val="00E82028"/>
    <w:rsid w:val="00E827A5"/>
    <w:rsid w:val="00E82F0B"/>
    <w:rsid w:val="00E838FF"/>
    <w:rsid w:val="00E85A34"/>
    <w:rsid w:val="00E8641C"/>
    <w:rsid w:val="00E902B3"/>
    <w:rsid w:val="00E905EF"/>
    <w:rsid w:val="00E915F1"/>
    <w:rsid w:val="00E91713"/>
    <w:rsid w:val="00E92077"/>
    <w:rsid w:val="00E92B1C"/>
    <w:rsid w:val="00E93845"/>
    <w:rsid w:val="00E96AA1"/>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D0E35"/>
    <w:rsid w:val="00ED48E3"/>
    <w:rsid w:val="00ED5D32"/>
    <w:rsid w:val="00ED6182"/>
    <w:rsid w:val="00ED629B"/>
    <w:rsid w:val="00EE03D3"/>
    <w:rsid w:val="00EE0FFC"/>
    <w:rsid w:val="00EE1096"/>
    <w:rsid w:val="00EE291A"/>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16E"/>
    <w:rsid w:val="00F20E02"/>
    <w:rsid w:val="00F2642F"/>
    <w:rsid w:val="00F265A9"/>
    <w:rsid w:val="00F32763"/>
    <w:rsid w:val="00F32B04"/>
    <w:rsid w:val="00F32F9E"/>
    <w:rsid w:val="00F34C45"/>
    <w:rsid w:val="00F362B0"/>
    <w:rsid w:val="00F36878"/>
    <w:rsid w:val="00F37F6B"/>
    <w:rsid w:val="00F404D4"/>
    <w:rsid w:val="00F45131"/>
    <w:rsid w:val="00F46A67"/>
    <w:rsid w:val="00F47888"/>
    <w:rsid w:val="00F53AA9"/>
    <w:rsid w:val="00F53B17"/>
    <w:rsid w:val="00F54225"/>
    <w:rsid w:val="00F608BE"/>
    <w:rsid w:val="00F61881"/>
    <w:rsid w:val="00F61C1C"/>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54C2"/>
    <w:rsid w:val="00F96C7A"/>
    <w:rsid w:val="00F977A2"/>
    <w:rsid w:val="00FA0B86"/>
    <w:rsid w:val="00FA0BB2"/>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B97138"/>
  <w15:docId w15:val="{7FACBD39-D56F-403F-97BB-44AAF4648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 w:type="paragraph" w:styleId="PlainText">
    <w:name w:val="Plain Text"/>
    <w:basedOn w:val="Normal"/>
    <w:link w:val="PlainTextChar"/>
    <w:uiPriority w:val="99"/>
    <w:semiHidden/>
    <w:unhideWhenUsed/>
    <w:rsid w:val="0045424B"/>
    <w:pPr>
      <w:spacing w:after="0" w:line="240" w:lineRule="auto"/>
    </w:pPr>
    <w:rPr>
      <w:rFonts w:ascii="Arial" w:hAnsi="Arial" w:cstheme="minorBidi"/>
      <w:sz w:val="24"/>
      <w:szCs w:val="21"/>
      <w:lang w:eastAsia="en-US"/>
    </w:rPr>
  </w:style>
  <w:style w:type="character" w:customStyle="1" w:styleId="PlainTextChar">
    <w:name w:val="Plain Text Char"/>
    <w:basedOn w:val="DefaultParagraphFont"/>
    <w:link w:val="PlainText"/>
    <w:uiPriority w:val="99"/>
    <w:semiHidden/>
    <w:rsid w:val="0045424B"/>
    <w:rPr>
      <w:rFonts w:ascii="Arial" w:hAnsi="Arial" w:cstheme="minorBidi"/>
      <w:sz w:val="24"/>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448159820">
      <w:bodyDiv w:val="1"/>
      <w:marLeft w:val="0"/>
      <w:marRight w:val="0"/>
      <w:marTop w:val="0"/>
      <w:marBottom w:val="0"/>
      <w:divBdr>
        <w:top w:val="none" w:sz="0" w:space="0" w:color="auto"/>
        <w:left w:val="none" w:sz="0" w:space="0" w:color="auto"/>
        <w:bottom w:val="none" w:sz="0" w:space="0" w:color="auto"/>
        <w:right w:val="none" w:sz="0" w:space="0" w:color="auto"/>
      </w:divBdr>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fontTable" Target="fontTable.xml" Id="rId17"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hyperlink" Target="https://gov.wales/docs/caecd/publications/180516-privacy-notice-en.pdf" TargetMode="External" Id="rId15" /><Relationship Type="http://schemas.openxmlformats.org/officeDocument/2006/relationships/header" Target="header1.xml" Id="rId10"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4.xml" Id="rId14" /><Relationship Type="http://schemas.openxmlformats.org/officeDocument/2006/relationships/customXml" Target="/customXML/item3.xml" Id="Rdd088c73f99645a9"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FF3C5B18883D4E21973B57C2EEED7FD1" version="1.0.0">
  <systemFields>
    <field name="Objective-Id">
      <value order="0">A48791415</value>
    </field>
    <field name="Objective-Title">
      <value order="0">LTF Flintshire- Annual Reporting - 2018-19  - Bus Only Link Bollards Deeside 2018-19 (Year 1 2019-20)</value>
    </field>
    <field name="Objective-Description">
      <value order="0"/>
    </field>
    <field name="Objective-CreationStamp">
      <value order="0">2023-12-15T13:57:22Z</value>
    </field>
    <field name="Objective-IsApproved">
      <value order="0">false</value>
    </field>
    <field name="Objective-IsPublished">
      <value order="0">true</value>
    </field>
    <field name="Objective-DatePublished">
      <value order="0">2024-01-12T12:46:26Z</value>
    </field>
    <field name="Objective-ModificationStamp">
      <value order="0">2024-01-12T12:46:26Z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alue>
    </field>
    <field name="Objective-Parent">
      <value order="0">Annual Reports - FY2019-20</value>
    </field>
    <field name="Objective-State">
      <value order="0">Published</value>
    </field>
    <field name="Objective-VersionId">
      <value order="0">vA91947402</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5E644-453F-4F20-B3E2-2161D2375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2</TotalTime>
  <Pages>13</Pages>
  <Words>1983</Words>
  <Characters>11307</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13264</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subject/>
  <dc:creator>MIS</dc:creator>
  <cp:keywords/>
  <dc:description/>
  <cp:lastModifiedBy>Keohane, Hayley (CCRA - Transport and Digital Connectivity)</cp:lastModifiedBy>
  <cp:revision>3</cp:revision>
  <cp:lastPrinted>2018-09-12T10:18:00Z</cp:lastPrinted>
  <dcterms:created xsi:type="dcterms:W3CDTF">2023-12-15T13:57:00Z</dcterms:created>
  <dcterms:modified xsi:type="dcterms:W3CDTF">2024-01-12T12:46:00Z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A48791415</vt:lpwstr>
  </property>
  <property fmtid="{D5CDD505-2E9C-101B-9397-08002B2CF9AE}" pid="5" name="Objective-Title">
    <vt:lpwstr>LTF Flintshire- Annual Reporting - 2018-19  - Bus Only Link Bollards Deeside 2018-19 (Year 1 2019-20)</vt:lpwstr>
  </property>
  <property fmtid="{D5CDD505-2E9C-101B-9397-08002B2CF9AE}" pid="6" name="Objective-Comment">
    <vt:lpwstr/>
  </property>
  <property fmtid="{D5CDD505-2E9C-101B-9397-08002B2CF9AE}" pid="7" name="Objective-CreationStamp">
    <vt:filetime>2023-12-15T13:57:22Z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2024-01-12T12:46:26Z</vt:filetime>
  </property>
  <property fmtid="{D5CDD505-2E9C-101B-9397-08002B2CF9AE}" pid="11" name="Objective-ModificationStamp">
    <vt:filetime>2024-01-12T12:46:26Z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t:lpwstr>
  </property>
  <property fmtid="{D5CDD505-2E9C-101B-9397-08002B2CF9AE}" pid="14" name="Objective-Parent">
    <vt:lpwstr>Annual Reports - FY2019-20</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vA91947402</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ies>
</file>